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7920AA" w:rsidRDefault="000667A7" w:rsidP="00AB125B">
      <w:pPr>
        <w:ind w:firstLine="5245"/>
        <w:jc w:val="right"/>
        <w:textboxTightWrap w:val="allLines"/>
        <w:rPr>
          <w:rFonts w:asciiTheme="minorHAnsi" w:eastAsia="Times New Roman" w:hAnsiTheme="minorHAnsi" w:cstheme="minorHAnsi"/>
          <w:i/>
          <w:lang w:eastAsia="pl-PL"/>
        </w:rPr>
      </w:pPr>
      <w:r w:rsidRPr="007920AA">
        <w:rPr>
          <w:rFonts w:asciiTheme="minorHAnsi" w:eastAsia="Times New Roman" w:hAnsiTheme="minorHAnsi" w:cstheme="minorHAnsi"/>
          <w:b/>
          <w:i/>
          <w:lang w:eastAsia="pl-PL"/>
        </w:rPr>
        <w:t xml:space="preserve">Załącznik nr </w:t>
      </w:r>
      <w:r w:rsidR="00152AEE" w:rsidRPr="007920AA">
        <w:rPr>
          <w:rFonts w:asciiTheme="minorHAnsi" w:eastAsia="Times New Roman" w:hAnsiTheme="minorHAnsi" w:cstheme="minorHAnsi"/>
          <w:b/>
          <w:i/>
          <w:lang w:eastAsia="pl-PL"/>
        </w:rPr>
        <w:t>2</w:t>
      </w:r>
      <w:r w:rsidRPr="007920AA">
        <w:rPr>
          <w:rFonts w:asciiTheme="minorHAnsi" w:eastAsia="Times New Roman" w:hAnsiTheme="minorHAnsi" w:cstheme="minorHAnsi"/>
          <w:i/>
          <w:lang w:eastAsia="pl-PL"/>
        </w:rPr>
        <w:t xml:space="preserve"> do zapytania ofertowego</w:t>
      </w:r>
    </w:p>
    <w:p w:rsidR="005A00C7" w:rsidRPr="00E95BCC" w:rsidRDefault="005A00C7" w:rsidP="002346DD">
      <w:pPr>
        <w:jc w:val="both"/>
        <w:rPr>
          <w:rFonts w:asciiTheme="minorHAnsi" w:hAnsiTheme="minorHAnsi" w:cstheme="minorHAnsi"/>
          <w:b/>
        </w:rPr>
      </w:pPr>
      <w:r w:rsidRPr="00E95BCC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E95BCC" w:rsidRDefault="005A00C7" w:rsidP="002346DD">
      <w:pPr>
        <w:jc w:val="both"/>
        <w:rPr>
          <w:rFonts w:asciiTheme="minorHAnsi" w:hAnsiTheme="minorHAnsi" w:cstheme="minorHAnsi"/>
          <w:b/>
        </w:rPr>
      </w:pPr>
      <w:r w:rsidRPr="00E95BCC">
        <w:rPr>
          <w:rFonts w:asciiTheme="minorHAnsi" w:hAnsiTheme="minorHAnsi" w:cstheme="minorHAnsi"/>
          <w:b/>
        </w:rPr>
        <w:t>w Kielcach</w:t>
      </w:r>
    </w:p>
    <w:p w:rsidR="003725C8" w:rsidRPr="00E95BCC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E95BCC">
        <w:rPr>
          <w:rFonts w:asciiTheme="minorHAnsi" w:hAnsiTheme="minorHAnsi" w:cstheme="minorHAnsi"/>
        </w:rPr>
        <w:t xml:space="preserve">Znak sprawy: </w:t>
      </w:r>
      <w:r w:rsidRPr="00E95BCC">
        <w:rPr>
          <w:rFonts w:asciiTheme="minorHAnsi" w:hAnsiTheme="minorHAnsi" w:cstheme="minorHAnsi"/>
        </w:rPr>
        <w:fldChar w:fldCharType="begin"/>
      </w:r>
      <w:r w:rsidRPr="00E95BCC">
        <w:rPr>
          <w:rFonts w:asciiTheme="minorHAnsi" w:hAnsiTheme="minorHAnsi" w:cstheme="minorHAnsi"/>
        </w:rPr>
        <w:instrText xml:space="preserve"> DOCPROPERTY  ZnakSprawy  \* MERGEFORMAT </w:instrText>
      </w:r>
      <w:r w:rsidRPr="00E95BCC">
        <w:rPr>
          <w:rFonts w:asciiTheme="minorHAnsi" w:hAnsiTheme="minorHAnsi" w:cstheme="minorHAnsi"/>
        </w:rPr>
        <w:fldChar w:fldCharType="separate"/>
      </w:r>
      <w:r w:rsidR="00D208FA" w:rsidRPr="00E95BCC">
        <w:rPr>
          <w:rFonts w:asciiTheme="minorHAnsi" w:hAnsiTheme="minorHAnsi" w:cstheme="minorHAnsi"/>
        </w:rPr>
        <w:t>2601-IL</w:t>
      </w:r>
      <w:r w:rsidR="00E75F52" w:rsidRPr="00E95BCC">
        <w:rPr>
          <w:rFonts w:asciiTheme="minorHAnsi" w:hAnsiTheme="minorHAnsi" w:cstheme="minorHAnsi"/>
        </w:rPr>
        <w:t>N</w:t>
      </w:r>
      <w:r w:rsidR="00D208FA" w:rsidRPr="00E95BCC">
        <w:rPr>
          <w:rFonts w:asciiTheme="minorHAnsi" w:hAnsiTheme="minorHAnsi" w:cstheme="minorHAnsi"/>
        </w:rPr>
        <w:t>.26</w:t>
      </w:r>
      <w:r w:rsidR="00D15129" w:rsidRPr="00E95BCC">
        <w:rPr>
          <w:rFonts w:asciiTheme="minorHAnsi" w:hAnsiTheme="minorHAnsi" w:cstheme="minorHAnsi"/>
        </w:rPr>
        <w:t>1</w:t>
      </w:r>
      <w:r w:rsidR="00D208FA" w:rsidRPr="00E95BCC">
        <w:rPr>
          <w:rFonts w:asciiTheme="minorHAnsi" w:hAnsiTheme="minorHAnsi" w:cstheme="minorHAnsi"/>
        </w:rPr>
        <w:t>.</w:t>
      </w:r>
      <w:r w:rsidR="00D50CB2" w:rsidRPr="00E95BCC">
        <w:rPr>
          <w:rFonts w:asciiTheme="minorHAnsi" w:hAnsiTheme="minorHAnsi" w:cstheme="minorHAnsi"/>
        </w:rPr>
        <w:t>4</w:t>
      </w:r>
      <w:r w:rsidR="00E95BCC">
        <w:rPr>
          <w:rFonts w:asciiTheme="minorHAnsi" w:hAnsiTheme="minorHAnsi" w:cstheme="minorHAnsi"/>
        </w:rPr>
        <w:t>4</w:t>
      </w:r>
      <w:r w:rsidR="00D208FA" w:rsidRPr="00E95BCC">
        <w:rPr>
          <w:rFonts w:asciiTheme="minorHAnsi" w:hAnsiTheme="minorHAnsi" w:cstheme="minorHAnsi"/>
        </w:rPr>
        <w:t>.20</w:t>
      </w:r>
      <w:r w:rsidRPr="00E95BCC">
        <w:rPr>
          <w:rFonts w:asciiTheme="minorHAnsi" w:hAnsiTheme="minorHAnsi" w:cstheme="minorHAnsi"/>
        </w:rPr>
        <w:fldChar w:fldCharType="end"/>
      </w:r>
      <w:r w:rsidR="00D15129" w:rsidRPr="00E95BCC">
        <w:rPr>
          <w:rFonts w:asciiTheme="minorHAnsi" w:hAnsiTheme="minorHAnsi" w:cstheme="minorHAnsi"/>
        </w:rPr>
        <w:t>2</w:t>
      </w:r>
      <w:r w:rsidR="00E95BCC">
        <w:rPr>
          <w:rFonts w:asciiTheme="minorHAnsi" w:hAnsiTheme="minorHAnsi" w:cstheme="minorHAnsi"/>
        </w:rPr>
        <w:t>5</w:t>
      </w:r>
      <w:r w:rsidR="00C77035" w:rsidRPr="00E95BCC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:rsidR="002346DD" w:rsidRPr="00E95BCC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95BCC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042820" w:rsidRPr="00E95BCC" w:rsidRDefault="00042820" w:rsidP="00D15129">
      <w:pPr>
        <w:jc w:val="both"/>
        <w:rPr>
          <w:rFonts w:asciiTheme="minorHAnsi" w:hAnsiTheme="minorHAnsi" w:cstheme="minorHAnsi"/>
        </w:rPr>
      </w:pPr>
    </w:p>
    <w:p w:rsidR="00023A95" w:rsidRDefault="00F11F09" w:rsidP="00023A95">
      <w:pPr>
        <w:spacing w:line="276" w:lineRule="auto"/>
        <w:jc w:val="center"/>
        <w:rPr>
          <w:rFonts w:asciiTheme="minorHAnsi" w:hAnsiTheme="minorHAnsi" w:cstheme="minorHAnsi"/>
        </w:rPr>
      </w:pPr>
      <w:r w:rsidRPr="00E95BCC">
        <w:rPr>
          <w:rFonts w:asciiTheme="minorHAnsi" w:hAnsiTheme="minorHAnsi" w:cstheme="minorHAnsi"/>
        </w:rPr>
        <w:t>w</w:t>
      </w:r>
      <w:r w:rsidR="00A96F84" w:rsidRPr="00E95BCC">
        <w:rPr>
          <w:rFonts w:asciiTheme="minorHAnsi" w:hAnsiTheme="minorHAnsi" w:cstheme="minorHAnsi"/>
        </w:rPr>
        <w:t xml:space="preserve"> postępowaniu</w:t>
      </w:r>
      <w:r w:rsidR="00A96F84" w:rsidRPr="00E95BCC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E95BCC">
        <w:rPr>
          <w:rFonts w:asciiTheme="minorHAnsi" w:hAnsiTheme="minorHAnsi" w:cstheme="minorHAnsi"/>
        </w:rPr>
        <w:t>dotyczącym udzielenia zamówienia</w:t>
      </w:r>
      <w:r w:rsidR="00CA7F1E" w:rsidRPr="00E95BCC">
        <w:rPr>
          <w:rFonts w:asciiTheme="minorHAnsi" w:hAnsiTheme="minorHAnsi" w:cstheme="minorHAnsi"/>
        </w:rPr>
        <w:t xml:space="preserve"> publicznego</w:t>
      </w:r>
      <w:r w:rsidR="00D15129" w:rsidRPr="00E95BCC">
        <w:rPr>
          <w:rFonts w:asciiTheme="minorHAnsi" w:hAnsiTheme="minorHAnsi" w:cstheme="minorHAnsi"/>
        </w:rPr>
        <w:t xml:space="preserve">, którego wartość nie przekracza równowartości kwoty określonej </w:t>
      </w:r>
    </w:p>
    <w:p w:rsidR="00E95BCC" w:rsidRDefault="00D15129" w:rsidP="00023A95">
      <w:pPr>
        <w:spacing w:line="276" w:lineRule="auto"/>
        <w:jc w:val="center"/>
        <w:rPr>
          <w:rFonts w:asciiTheme="minorHAnsi" w:hAnsiTheme="minorHAnsi" w:cstheme="minorHAnsi"/>
        </w:rPr>
      </w:pPr>
      <w:r w:rsidRPr="00E95BCC">
        <w:rPr>
          <w:rFonts w:asciiTheme="minorHAnsi" w:hAnsiTheme="minorHAnsi" w:cstheme="minorHAnsi"/>
        </w:rPr>
        <w:t>w art. 2 ust.1 pkt 1 ustawy z dnia 11 września 2019 r. Prawo zamówień</w:t>
      </w:r>
      <w:r w:rsidR="00E75F52" w:rsidRPr="00E95BCC">
        <w:rPr>
          <w:rFonts w:asciiTheme="minorHAnsi" w:hAnsiTheme="minorHAnsi" w:cstheme="minorHAnsi"/>
        </w:rPr>
        <w:t xml:space="preserve"> publicznych (t.j. Dz. U. z 202</w:t>
      </w:r>
      <w:r w:rsidR="00E95BCC">
        <w:rPr>
          <w:rFonts w:asciiTheme="minorHAnsi" w:hAnsiTheme="minorHAnsi" w:cstheme="minorHAnsi"/>
        </w:rPr>
        <w:t>4</w:t>
      </w:r>
      <w:r w:rsidRPr="00E95BCC">
        <w:rPr>
          <w:rFonts w:asciiTheme="minorHAnsi" w:hAnsiTheme="minorHAnsi" w:cstheme="minorHAnsi"/>
        </w:rPr>
        <w:t xml:space="preserve"> r. poz. </w:t>
      </w:r>
      <w:r w:rsidR="00E95BCC">
        <w:rPr>
          <w:rFonts w:asciiTheme="minorHAnsi" w:hAnsiTheme="minorHAnsi" w:cstheme="minorHAnsi"/>
        </w:rPr>
        <w:t>1320</w:t>
      </w:r>
      <w:r w:rsidR="00DC0969" w:rsidRPr="00E95BCC">
        <w:rPr>
          <w:rFonts w:asciiTheme="minorHAnsi" w:hAnsiTheme="minorHAnsi" w:cstheme="minorHAnsi"/>
        </w:rPr>
        <w:t xml:space="preserve"> ze zm.</w:t>
      </w:r>
      <w:r w:rsidRPr="00E95BCC">
        <w:rPr>
          <w:rFonts w:asciiTheme="minorHAnsi" w:hAnsiTheme="minorHAnsi" w:cstheme="minorHAnsi"/>
        </w:rPr>
        <w:t>) na:</w:t>
      </w:r>
    </w:p>
    <w:p w:rsidR="00E95BCC" w:rsidRDefault="00E95BCC" w:rsidP="00E95BC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AB125B" w:rsidRDefault="00F8145D" w:rsidP="00AB125B">
      <w:pPr>
        <w:spacing w:line="276" w:lineRule="auto"/>
        <w:jc w:val="center"/>
        <w:rPr>
          <w:rFonts w:asciiTheme="minorHAnsi" w:eastAsia="Lucida Sans Unicode" w:hAnsiTheme="minorHAnsi" w:cstheme="minorHAnsi"/>
          <w:b/>
          <w:sz w:val="26"/>
          <w:szCs w:val="26"/>
        </w:rPr>
      </w:pPr>
      <w:r w:rsidRPr="00E95BCC">
        <w:rPr>
          <w:rFonts w:asciiTheme="minorHAnsi" w:hAnsiTheme="minorHAnsi" w:cstheme="minorHAnsi"/>
          <w:b/>
          <w:sz w:val="26"/>
          <w:szCs w:val="26"/>
        </w:rPr>
        <w:t>„</w:t>
      </w:r>
      <w:r w:rsidR="00D50CB2" w:rsidRPr="00E95BCC">
        <w:rPr>
          <w:rFonts w:asciiTheme="minorHAnsi" w:eastAsia="Lucida Sans Unicode" w:hAnsiTheme="minorHAnsi" w:cstheme="minorHAnsi"/>
          <w:b/>
          <w:sz w:val="26"/>
          <w:szCs w:val="26"/>
        </w:rPr>
        <w:t>Prowad</w:t>
      </w:r>
      <w:r w:rsidR="00D54038" w:rsidRPr="00E95BCC">
        <w:rPr>
          <w:rFonts w:asciiTheme="minorHAnsi" w:eastAsia="Lucida Sans Unicode" w:hAnsiTheme="minorHAnsi" w:cstheme="minorHAnsi"/>
          <w:b/>
          <w:sz w:val="26"/>
          <w:szCs w:val="26"/>
        </w:rPr>
        <w:t>zenie bieżącej obsługi, serwisu</w:t>
      </w:r>
      <w:r w:rsidR="00D50CB2" w:rsidRPr="00E95BCC">
        <w:rPr>
          <w:rFonts w:asciiTheme="minorHAnsi" w:eastAsia="Lucida Sans Unicode" w:hAnsiTheme="minorHAnsi" w:cstheme="minorHAnsi"/>
          <w:b/>
          <w:sz w:val="26"/>
          <w:szCs w:val="26"/>
        </w:rPr>
        <w:t xml:space="preserve"> oraz okresowych kontroli stanu technicznego kotłowni gazowych i olejowych </w:t>
      </w:r>
    </w:p>
    <w:p w:rsidR="00042820" w:rsidRPr="00AB125B" w:rsidRDefault="00D50CB2" w:rsidP="00AB125B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95BCC">
        <w:rPr>
          <w:rFonts w:asciiTheme="minorHAnsi" w:eastAsia="Lucida Sans Unicode" w:hAnsiTheme="minorHAnsi" w:cstheme="minorHAnsi"/>
          <w:b/>
          <w:sz w:val="26"/>
          <w:szCs w:val="26"/>
        </w:rPr>
        <w:t xml:space="preserve">w budynkach Izby Administracji Skarbowej w Kielcach na </w:t>
      </w:r>
      <w:r w:rsidR="00C5062E" w:rsidRPr="00E95BCC">
        <w:rPr>
          <w:rFonts w:asciiTheme="minorHAnsi" w:eastAsia="Lucida Sans Unicode" w:hAnsiTheme="minorHAnsi" w:cstheme="minorHAnsi"/>
          <w:b/>
          <w:sz w:val="26"/>
          <w:szCs w:val="26"/>
        </w:rPr>
        <w:t>terenie</w:t>
      </w:r>
      <w:r w:rsidRPr="00E95BCC">
        <w:rPr>
          <w:rFonts w:asciiTheme="minorHAnsi" w:eastAsia="Lucida Sans Unicode" w:hAnsiTheme="minorHAnsi" w:cstheme="minorHAnsi"/>
          <w:b/>
          <w:sz w:val="26"/>
          <w:szCs w:val="26"/>
        </w:rPr>
        <w:t xml:space="preserve"> województwa świętokrzys</w:t>
      </w:r>
      <w:r w:rsidR="00E95BCC" w:rsidRPr="00E95BCC">
        <w:rPr>
          <w:rFonts w:asciiTheme="minorHAnsi" w:eastAsia="Lucida Sans Unicode" w:hAnsiTheme="minorHAnsi" w:cstheme="minorHAnsi"/>
          <w:b/>
          <w:sz w:val="26"/>
          <w:szCs w:val="26"/>
        </w:rPr>
        <w:t>kiego w sezonach grzewczych 2025/20</w:t>
      </w:r>
      <w:r w:rsidR="00023A95">
        <w:rPr>
          <w:rFonts w:asciiTheme="minorHAnsi" w:eastAsia="Lucida Sans Unicode" w:hAnsiTheme="minorHAnsi" w:cstheme="minorHAnsi"/>
          <w:b/>
          <w:sz w:val="26"/>
          <w:szCs w:val="26"/>
        </w:rPr>
        <w:t>26</w:t>
      </w:r>
      <w:r w:rsidR="00E95BCC" w:rsidRPr="00E95BCC">
        <w:rPr>
          <w:rFonts w:asciiTheme="minorHAnsi" w:eastAsia="Lucida Sans Unicode" w:hAnsiTheme="minorHAnsi" w:cstheme="minorHAnsi"/>
          <w:b/>
          <w:sz w:val="26"/>
          <w:szCs w:val="26"/>
        </w:rPr>
        <w:t xml:space="preserve"> oraz 20</w:t>
      </w:r>
      <w:r w:rsidR="00023A95">
        <w:rPr>
          <w:rFonts w:asciiTheme="minorHAnsi" w:eastAsia="Lucida Sans Unicode" w:hAnsiTheme="minorHAnsi" w:cstheme="minorHAnsi"/>
          <w:b/>
          <w:sz w:val="26"/>
          <w:szCs w:val="26"/>
        </w:rPr>
        <w:t>26</w:t>
      </w:r>
      <w:r w:rsidR="00E95BCC" w:rsidRPr="00E95BCC">
        <w:rPr>
          <w:rFonts w:asciiTheme="minorHAnsi" w:eastAsia="Lucida Sans Unicode" w:hAnsiTheme="minorHAnsi" w:cstheme="minorHAnsi"/>
          <w:b/>
          <w:sz w:val="26"/>
          <w:szCs w:val="26"/>
        </w:rPr>
        <w:t>/20</w:t>
      </w:r>
      <w:r w:rsidR="00023A95">
        <w:rPr>
          <w:rFonts w:asciiTheme="minorHAnsi" w:eastAsia="Lucida Sans Unicode" w:hAnsiTheme="minorHAnsi" w:cstheme="minorHAnsi"/>
          <w:b/>
          <w:sz w:val="26"/>
          <w:szCs w:val="26"/>
        </w:rPr>
        <w:t>27</w:t>
      </w:r>
      <w:r w:rsidR="00DF3F11" w:rsidRPr="00E95BCC">
        <w:rPr>
          <w:rFonts w:asciiTheme="minorHAnsi" w:hAnsiTheme="minorHAnsi" w:cstheme="minorHAnsi"/>
          <w:b/>
          <w:sz w:val="26"/>
          <w:szCs w:val="26"/>
        </w:rPr>
        <w:t>”.</w:t>
      </w:r>
    </w:p>
    <w:p w:rsidR="00F8145D" w:rsidRPr="00E95BCC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11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6"/>
        <w:gridCol w:w="2241"/>
        <w:gridCol w:w="3712"/>
        <w:gridCol w:w="2552"/>
      </w:tblGrid>
      <w:tr w:rsidR="00F8145D" w:rsidRPr="00E95BCC" w:rsidTr="00AB125B">
        <w:trPr>
          <w:trHeight w:val="341"/>
        </w:trPr>
        <w:tc>
          <w:tcPr>
            <w:tcW w:w="11721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b/>
                <w:lang w:eastAsia="pl-PL"/>
              </w:rPr>
              <w:t>Dane Wykonawcy</w:t>
            </w:r>
          </w:p>
        </w:tc>
      </w:tr>
      <w:tr w:rsidR="00F8145D" w:rsidRPr="00E95BCC" w:rsidTr="00AB125B">
        <w:trPr>
          <w:trHeight w:val="413"/>
        </w:trPr>
        <w:tc>
          <w:tcPr>
            <w:tcW w:w="5457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E95BCC" w:rsidRDefault="00F8145D" w:rsidP="00AB125B">
            <w:pPr>
              <w:ind w:left="720" w:hanging="44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264" w:type="dxa"/>
            <w:gridSpan w:val="2"/>
            <w:tcBorders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E95BCC" w:rsidTr="00AB125B">
        <w:trPr>
          <w:trHeight w:val="435"/>
        </w:trPr>
        <w:tc>
          <w:tcPr>
            <w:tcW w:w="5457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E95BCC" w:rsidRDefault="00F8145D" w:rsidP="00AB125B">
            <w:pPr>
              <w:ind w:left="720" w:hanging="44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264" w:type="dxa"/>
            <w:gridSpan w:val="2"/>
            <w:tcBorders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E95BCC" w:rsidTr="00AB125B">
        <w:trPr>
          <w:trHeight w:val="456"/>
        </w:trPr>
        <w:tc>
          <w:tcPr>
            <w:tcW w:w="5457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E95BCC" w:rsidRDefault="00F8145D" w:rsidP="00AB125B">
            <w:pPr>
              <w:ind w:left="720" w:hanging="44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264" w:type="dxa"/>
            <w:gridSpan w:val="2"/>
            <w:tcBorders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E95BCC" w:rsidTr="00AB125B">
        <w:trPr>
          <w:trHeight w:val="337"/>
        </w:trPr>
        <w:tc>
          <w:tcPr>
            <w:tcW w:w="3216" w:type="dxa"/>
            <w:tcBorders>
              <w:left w:val="thickThinSmallGap" w:sz="24" w:space="0" w:color="auto"/>
            </w:tcBorders>
            <w:vAlign w:val="center"/>
          </w:tcPr>
          <w:p w:rsidR="00F8145D" w:rsidRPr="00E95BCC" w:rsidRDefault="00F8145D" w:rsidP="00AB125B">
            <w:pPr>
              <w:ind w:left="720" w:hanging="44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2241" w:type="dxa"/>
            <w:vAlign w:val="center"/>
          </w:tcPr>
          <w:p w:rsidR="00F8145D" w:rsidRPr="00E95BCC" w:rsidRDefault="00F8145D" w:rsidP="00AB125B">
            <w:pPr>
              <w:ind w:left="175" w:hanging="147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3712" w:type="dxa"/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52" w:type="dxa"/>
            <w:tcBorders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E95BCC" w:rsidTr="00AB125B">
        <w:trPr>
          <w:trHeight w:val="487"/>
        </w:trPr>
        <w:tc>
          <w:tcPr>
            <w:tcW w:w="321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E95BCC" w:rsidRDefault="00F8145D" w:rsidP="00AB125B">
            <w:pPr>
              <w:ind w:left="720" w:hanging="44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2241" w:type="dxa"/>
            <w:tcBorders>
              <w:left w:val="single" w:sz="4" w:space="0" w:color="auto"/>
            </w:tcBorders>
            <w:vAlign w:val="center"/>
          </w:tcPr>
          <w:p w:rsidR="00F8145D" w:rsidRPr="00E95BCC" w:rsidRDefault="00F8145D" w:rsidP="00AB125B">
            <w:pPr>
              <w:ind w:left="175" w:hanging="147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3712" w:type="dxa"/>
            <w:tcBorders>
              <w:right w:val="single" w:sz="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E95BCC" w:rsidTr="00AB125B">
        <w:trPr>
          <w:trHeight w:val="689"/>
        </w:trPr>
        <w:tc>
          <w:tcPr>
            <w:tcW w:w="5457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E95BCC" w:rsidRDefault="00F8145D" w:rsidP="00AB125B">
            <w:pPr>
              <w:ind w:left="720" w:hanging="44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264" w:type="dxa"/>
            <w:gridSpan w:val="2"/>
            <w:tcBorders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E95BCC" w:rsidTr="00AB125B">
        <w:trPr>
          <w:trHeight w:val="697"/>
        </w:trPr>
        <w:tc>
          <w:tcPr>
            <w:tcW w:w="5457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957BAB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Imię i nazwisko osoby upoważnionej do kontaktów </w:t>
            </w:r>
          </w:p>
          <w:p w:rsidR="00F8145D" w:rsidRPr="00E95BCC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 Zamawiającym</w:t>
            </w:r>
          </w:p>
        </w:tc>
        <w:tc>
          <w:tcPr>
            <w:tcW w:w="6264" w:type="dxa"/>
            <w:gridSpan w:val="2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E95BCC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23A95" w:rsidRDefault="00023A95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E95BCC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:rsidR="00DF3F11" w:rsidRPr="00E95BCC" w:rsidRDefault="00F8145D" w:rsidP="00DF3F1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E95BCC">
        <w:rPr>
          <w:rFonts w:asciiTheme="minorHAnsi" w:eastAsia="Times New Roman" w:hAnsiTheme="minorHAnsi" w:cstheme="minorHAnsi"/>
          <w:b/>
          <w:bCs/>
          <w:kern w:val="1"/>
          <w:lang w:eastAsia="zh-CN"/>
        </w:rPr>
        <w:t>„</w:t>
      </w:r>
      <w:r w:rsidR="00D50CB2" w:rsidRPr="00E95BCC">
        <w:rPr>
          <w:rFonts w:asciiTheme="minorHAnsi" w:eastAsia="Lucida Sans Unicode" w:hAnsiTheme="minorHAnsi" w:cstheme="minorHAnsi"/>
          <w:b/>
        </w:rPr>
        <w:t>Prowad</w:t>
      </w:r>
      <w:r w:rsidR="00D54038" w:rsidRPr="00E95BCC">
        <w:rPr>
          <w:rFonts w:asciiTheme="minorHAnsi" w:eastAsia="Lucida Sans Unicode" w:hAnsiTheme="minorHAnsi" w:cstheme="minorHAnsi"/>
          <w:b/>
        </w:rPr>
        <w:t>zenie bieżącej obsługi, serwisu</w:t>
      </w:r>
      <w:r w:rsidR="00D50CB2" w:rsidRPr="00E95BCC">
        <w:rPr>
          <w:rFonts w:asciiTheme="minorHAnsi" w:eastAsia="Lucida Sans Unicode" w:hAnsiTheme="minorHAnsi" w:cstheme="minorHAnsi"/>
          <w:b/>
        </w:rPr>
        <w:t xml:space="preserve"> oraz okresowych kontroli stanu technicznego kotłowni gazowych i olejowych w budynkach Izby Administracji Skarbowej w Kielcach na </w:t>
      </w:r>
      <w:r w:rsidR="00C5062E" w:rsidRPr="00E95BCC">
        <w:rPr>
          <w:rFonts w:asciiTheme="minorHAnsi" w:eastAsia="Lucida Sans Unicode" w:hAnsiTheme="minorHAnsi" w:cstheme="minorHAnsi"/>
          <w:b/>
        </w:rPr>
        <w:t>terenie</w:t>
      </w:r>
      <w:r w:rsidR="00D50CB2" w:rsidRPr="00E95BCC">
        <w:rPr>
          <w:rFonts w:asciiTheme="minorHAnsi" w:eastAsia="Lucida Sans Unicode" w:hAnsiTheme="minorHAnsi" w:cstheme="minorHAnsi"/>
          <w:b/>
        </w:rPr>
        <w:t xml:space="preserve"> województwa świętokrzyskiego w sezonach grzewczych 202</w:t>
      </w:r>
      <w:r w:rsidR="00AF56F0">
        <w:rPr>
          <w:rFonts w:asciiTheme="minorHAnsi" w:eastAsia="Lucida Sans Unicode" w:hAnsiTheme="minorHAnsi" w:cstheme="minorHAnsi"/>
          <w:b/>
        </w:rPr>
        <w:t>5/2026</w:t>
      </w:r>
      <w:r w:rsidR="00D50CB2" w:rsidRPr="00E95BCC">
        <w:rPr>
          <w:rFonts w:asciiTheme="minorHAnsi" w:eastAsia="Lucida Sans Unicode" w:hAnsiTheme="minorHAnsi" w:cstheme="minorHAnsi"/>
          <w:b/>
        </w:rPr>
        <w:t xml:space="preserve"> oraz 202</w:t>
      </w:r>
      <w:r w:rsidR="00AF56F0">
        <w:rPr>
          <w:rFonts w:asciiTheme="minorHAnsi" w:eastAsia="Lucida Sans Unicode" w:hAnsiTheme="minorHAnsi" w:cstheme="minorHAnsi"/>
          <w:b/>
        </w:rPr>
        <w:t>6</w:t>
      </w:r>
      <w:r w:rsidR="00D50CB2" w:rsidRPr="00E95BCC">
        <w:rPr>
          <w:rFonts w:asciiTheme="minorHAnsi" w:eastAsia="Lucida Sans Unicode" w:hAnsiTheme="minorHAnsi" w:cstheme="minorHAnsi"/>
          <w:b/>
        </w:rPr>
        <w:t>/202</w:t>
      </w:r>
      <w:r w:rsidR="00AF56F0">
        <w:rPr>
          <w:rFonts w:asciiTheme="minorHAnsi" w:eastAsia="Lucida Sans Unicode" w:hAnsiTheme="minorHAnsi" w:cstheme="minorHAnsi"/>
          <w:b/>
        </w:rPr>
        <w:t>7</w:t>
      </w:r>
      <w:r w:rsidR="00FC4CC2" w:rsidRPr="00E95BCC">
        <w:rPr>
          <w:rFonts w:asciiTheme="minorHAnsi" w:hAnsiTheme="minorHAnsi" w:cstheme="minorHAnsi"/>
          <w:b/>
        </w:rPr>
        <w:t>”</w:t>
      </w:r>
    </w:p>
    <w:p w:rsidR="00F8145D" w:rsidRPr="00E95BCC" w:rsidRDefault="00F8145D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:rsidR="00F8145D" w:rsidRPr="00E95BCC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</w:t>
      </w:r>
      <w:r w:rsidR="00AF56F0">
        <w:rPr>
          <w:rFonts w:asciiTheme="minorHAnsi" w:eastAsia="Times New Roman" w:hAnsiTheme="minorHAnsi" w:cstheme="minorHAnsi"/>
          <w:lang w:eastAsia="pl-PL"/>
        </w:rPr>
        <w:t xml:space="preserve">łączną 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cenę oferty: </w:t>
      </w:r>
    </w:p>
    <w:p w:rsidR="00F8145D" w:rsidRPr="00E95BCC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E95BCC" w:rsidRDefault="00F8145D" w:rsidP="0038265A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E95BCC" w:rsidRDefault="00F8145D" w:rsidP="0038265A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Pr="00E95BCC" w:rsidRDefault="00F8145D" w:rsidP="0038265A">
      <w:pPr>
        <w:spacing w:after="24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netto: …………….. PLN, VAT w kwocie:</w:t>
      </w:r>
      <w:r w:rsidR="00FF5586" w:rsidRPr="00E95BC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E95BCC">
        <w:rPr>
          <w:rFonts w:asciiTheme="minorHAnsi" w:eastAsia="Times New Roman" w:hAnsiTheme="minorHAnsi" w:cstheme="minorHAnsi"/>
          <w:lang w:eastAsia="pl-PL"/>
        </w:rPr>
        <w:t>…….. PLN, wg stawki</w:t>
      </w:r>
      <w:r w:rsidR="00FF5586" w:rsidRPr="00E95BC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E95BCC">
        <w:rPr>
          <w:rFonts w:asciiTheme="minorHAnsi" w:eastAsia="Times New Roman" w:hAnsiTheme="minorHAnsi" w:cstheme="minorHAnsi"/>
          <w:lang w:eastAsia="pl-PL"/>
        </w:rPr>
        <w:t>………%</w:t>
      </w:r>
    </w:p>
    <w:p w:rsidR="00D50CB2" w:rsidRPr="00AF56F0" w:rsidRDefault="00D50CB2" w:rsidP="00AB125B">
      <w:pPr>
        <w:pStyle w:val="Akapitzlist"/>
        <w:numPr>
          <w:ilvl w:val="0"/>
          <w:numId w:val="114"/>
        </w:numPr>
        <w:spacing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AF56F0">
        <w:rPr>
          <w:rFonts w:asciiTheme="minorHAnsi" w:eastAsia="Times New Roman" w:hAnsiTheme="minorHAnsi" w:cstheme="minorHAnsi"/>
          <w:lang w:eastAsia="pl-PL"/>
        </w:rPr>
        <w:t xml:space="preserve">Na cenę oferty </w:t>
      </w:r>
      <w:r w:rsidR="00AF56F0">
        <w:rPr>
          <w:rFonts w:asciiTheme="minorHAnsi" w:eastAsia="Times New Roman" w:hAnsiTheme="minorHAnsi" w:cstheme="minorHAnsi"/>
          <w:lang w:eastAsia="pl-PL"/>
        </w:rPr>
        <w:t xml:space="preserve">określoną w ust. 1 </w:t>
      </w:r>
      <w:r w:rsidRPr="00AF56F0">
        <w:rPr>
          <w:rFonts w:asciiTheme="minorHAnsi" w:eastAsia="Times New Roman" w:hAnsiTheme="minorHAnsi" w:cstheme="minorHAnsi"/>
          <w:lang w:eastAsia="pl-PL"/>
        </w:rPr>
        <w:t>składają się ceny ryczałtowe dla poszczególnych części zamówienia, zgodnie z poniższą tabelą:</w:t>
      </w:r>
    </w:p>
    <w:tbl>
      <w:tblPr>
        <w:tblW w:w="55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543"/>
        <w:gridCol w:w="1137"/>
        <w:gridCol w:w="846"/>
        <w:gridCol w:w="1137"/>
        <w:gridCol w:w="1134"/>
        <w:gridCol w:w="1569"/>
        <w:gridCol w:w="1273"/>
        <w:gridCol w:w="1841"/>
        <w:gridCol w:w="2688"/>
      </w:tblGrid>
      <w:tr w:rsidR="00744D58" w:rsidRPr="00E95BCC" w:rsidTr="00957BAB">
        <w:trPr>
          <w:trHeight w:val="395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AF56F0" w:rsidRDefault="00E918C5" w:rsidP="00AB125B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918C5" w:rsidRPr="00AF56F0" w:rsidRDefault="00E918C5" w:rsidP="00AB125B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t>Część Zamówienia</w:t>
            </w:r>
          </w:p>
          <w:p w:rsidR="00E918C5" w:rsidRPr="00AF56F0" w:rsidRDefault="00E918C5" w:rsidP="00AB125B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AF56F0" w:rsidRDefault="00E918C5" w:rsidP="00AB125B">
            <w:pPr>
              <w:tabs>
                <w:tab w:val="center" w:pos="4536"/>
              </w:tabs>
              <w:suppressAutoHyphens/>
              <w:ind w:left="-136" w:firstLine="136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t>Obiekt</w:t>
            </w:r>
          </w:p>
        </w:tc>
        <w:tc>
          <w:tcPr>
            <w:tcW w:w="10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E918C5" w:rsidRPr="00AF56F0" w:rsidRDefault="00E918C5" w:rsidP="00AB125B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t>Rata miesięczna w zł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AF56F0" w:rsidRDefault="00E918C5" w:rsidP="00AB125B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t>Liczba okresów świadczenia usługi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AF56F0" w:rsidRDefault="00E918C5" w:rsidP="00AB125B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Łączny koszt netto świadczenia usługi w okresie obowiązywania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umowy</w:t>
            </w: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A441A6">
              <w:rPr>
                <w:rFonts w:asciiTheme="minorHAnsi" w:hAnsiTheme="minorHAnsi" w:cstheme="minorHAnsi"/>
                <w:i/>
                <w:sz w:val="18"/>
                <w:szCs w:val="18"/>
              </w:rPr>
              <w:t>/kol.3*kol.6/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AF56F0" w:rsidRDefault="00E918C5" w:rsidP="00AB125B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Kwota podatku VAT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</w:p>
          <w:p w:rsidR="00E918C5" w:rsidRPr="00A441A6" w:rsidRDefault="00E918C5" w:rsidP="00AB125B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zh-CN"/>
              </w:rPr>
            </w:pPr>
            <w:r w:rsidRPr="00A441A6">
              <w:rPr>
                <w:rFonts w:asciiTheme="minorHAnsi" w:hAnsiTheme="minorHAnsi" w:cstheme="minorHAnsi"/>
                <w:i/>
                <w:sz w:val="18"/>
                <w:szCs w:val="18"/>
              </w:rPr>
              <w:t>/kol.4*kol.6/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AF56F0" w:rsidRDefault="00E918C5" w:rsidP="00AB125B">
            <w:pPr>
              <w:pStyle w:val="Bezodstpw"/>
              <w:ind w:right="3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t>Łączny koszt brutto</w:t>
            </w:r>
          </w:p>
          <w:p w:rsidR="00E918C5" w:rsidRDefault="00E918C5" w:rsidP="00AB125B">
            <w:pPr>
              <w:pStyle w:val="Bezodstpw"/>
              <w:tabs>
                <w:tab w:val="left" w:pos="1301"/>
              </w:tabs>
              <w:ind w:right="3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</w:t>
            </w: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t>świadczenia usług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  </w:t>
            </w:r>
          </w:p>
          <w:p w:rsidR="00E918C5" w:rsidRPr="00AF56F0" w:rsidRDefault="00E918C5" w:rsidP="00AB125B">
            <w:pPr>
              <w:pStyle w:val="Bezodstpw"/>
              <w:tabs>
                <w:tab w:val="left" w:pos="1301"/>
              </w:tabs>
              <w:ind w:right="3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w okresie obowiązywania umowy</w:t>
            </w:r>
            <w:r w:rsidRPr="00AF56F0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A441A6">
              <w:rPr>
                <w:rFonts w:asciiTheme="minorHAnsi" w:hAnsiTheme="minorHAnsi" w:cstheme="minorHAnsi"/>
                <w:i/>
                <w:sz w:val="18"/>
                <w:szCs w:val="18"/>
              </w:rPr>
              <w:t>/kol.5*kol.6/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E918C5" w:rsidRDefault="00E918C5" w:rsidP="00AB125B">
            <w:pPr>
              <w:pStyle w:val="Bezodstpw"/>
              <w:ind w:right="3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918C5" w:rsidRDefault="00E918C5" w:rsidP="00AB125B">
            <w:pPr>
              <w:pStyle w:val="Bezodstpw"/>
              <w:ind w:right="3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918C5" w:rsidRPr="00AF56F0" w:rsidRDefault="00E918C5" w:rsidP="00AB125B">
            <w:pPr>
              <w:pStyle w:val="Bezodstpw"/>
              <w:ind w:right="3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UWAGI!</w:t>
            </w:r>
          </w:p>
        </w:tc>
      </w:tr>
      <w:tr w:rsidR="00744D58" w:rsidRPr="00E95BCC" w:rsidTr="00957BAB">
        <w:trPr>
          <w:trHeight w:val="503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AD25C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AD25C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brutto</w:t>
            </w: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AD25C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AD25C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AD25C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highlight w:val="lightGray"/>
                <w:lang w:eastAsia="zh-CN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AD25C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highlight w:val="lightGray"/>
                <w:lang w:eastAsia="zh-CN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highlight w:val="lightGray"/>
                <w:lang w:eastAsia="zh-CN"/>
              </w:rPr>
            </w:pPr>
          </w:p>
        </w:tc>
      </w:tr>
      <w:tr w:rsidR="00744D58" w:rsidRPr="00E95BCC" w:rsidTr="00957BAB">
        <w:trPr>
          <w:trHeight w:hRule="exact" w:val="240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1.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2.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3.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4.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5.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6.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7.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8.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AF56F0">
              <w:rPr>
                <w:rFonts w:asciiTheme="minorHAnsi" w:hAnsiTheme="minorHAnsi" w:cstheme="minorHAnsi"/>
                <w:i/>
                <w:sz w:val="16"/>
                <w:szCs w:val="16"/>
              </w:rPr>
              <w:t>9.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AF56F0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744D58" w:rsidRPr="00E95BCC" w:rsidTr="00957BAB">
        <w:trPr>
          <w:trHeight w:val="746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AB125B">
            <w:pPr>
              <w:tabs>
                <w:tab w:val="left" w:pos="555"/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D334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>Izba Administracji  Skarbowej w Kielcach</w:t>
            </w:r>
          </w:p>
          <w:p w:rsidR="00E918C5" w:rsidRPr="00AB125B" w:rsidRDefault="00E918C5" w:rsidP="00AB125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>ul. Witosa 78b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AB125B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AB125B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15 </w:t>
            </w:r>
          </w:p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br/>
              <w:t>14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744D58" w:rsidRPr="00E95BCC" w:rsidTr="00957BAB">
        <w:trPr>
          <w:trHeight w:val="345"/>
          <w:jc w:val="center"/>
        </w:trPr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Default="00E918C5" w:rsidP="00E918C5">
            <w:pPr>
              <w:pStyle w:val="Bezodstpw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bCs/>
                <w:sz w:val="20"/>
                <w:szCs w:val="20"/>
              </w:rPr>
              <w:t>Świę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tokrzyski Urząd Celno-Skarbowy </w:t>
            </w:r>
            <w:r w:rsidRPr="00E95BCC">
              <w:rPr>
                <w:rFonts w:asciiTheme="minorHAnsi" w:hAnsiTheme="minorHAnsi" w:cstheme="minorHAnsi"/>
                <w:bCs/>
                <w:sz w:val="20"/>
                <w:szCs w:val="20"/>
              </w:rPr>
              <w:t>w Kielcach</w:t>
            </w:r>
          </w:p>
          <w:p w:rsidR="00E918C5" w:rsidRPr="00A441A6" w:rsidRDefault="00E918C5" w:rsidP="00E918C5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ul. Wesoła 56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744D58" w:rsidRPr="00E95BCC" w:rsidTr="00957BAB">
        <w:trPr>
          <w:trHeight w:val="627"/>
          <w:jc w:val="center"/>
        </w:trPr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Default="00E918C5" w:rsidP="00E918C5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Pierwszy Urząd Skarbowy </w:t>
            </w:r>
          </w:p>
          <w:p w:rsidR="00E918C5" w:rsidRPr="00E95BCC" w:rsidRDefault="00E918C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 Kielcach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744D58" w:rsidRPr="00E95BCC" w:rsidTr="00957BAB">
        <w:trPr>
          <w:trHeight w:val="500"/>
          <w:jc w:val="center"/>
        </w:trPr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Default="00E918C5" w:rsidP="00D3348A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Drugi Urząd Skarbowy </w:t>
            </w:r>
          </w:p>
          <w:p w:rsidR="00E918C5" w:rsidRDefault="00E918C5" w:rsidP="00D3348A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Kielcach, </w:t>
            </w:r>
          </w:p>
          <w:p w:rsidR="00E918C5" w:rsidRPr="00E95BCC" w:rsidRDefault="00E918C5" w:rsidP="00D3348A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bCs/>
                <w:sz w:val="20"/>
                <w:szCs w:val="20"/>
              </w:rPr>
              <w:t>Świętokrzyski Urząd Skarbowy w Kielcach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15 </w:t>
            </w:r>
          </w:p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br/>
              <w:t>14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E918C5" w:rsidRPr="00E95BCC" w:rsidTr="00957BAB">
        <w:trPr>
          <w:trHeight w:val="500"/>
          <w:jc w:val="center"/>
        </w:trPr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BE55CF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SUMA</w:t>
            </w:r>
            <w:r w:rsidR="00E918C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cz. I </w:t>
            </w:r>
            <w:r w:rsidR="00E918C5" w:rsidRPr="00AB0873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(suma wierszy w każdej kolumnie)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AD25CF">
            <w:pPr>
              <w:tabs>
                <w:tab w:val="center" w:pos="4536"/>
                <w:tab w:val="right" w:pos="9072"/>
              </w:tabs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744D58" w:rsidRPr="00E95BCC" w:rsidTr="00957BAB">
        <w:trPr>
          <w:trHeight w:val="690"/>
          <w:jc w:val="center"/>
        </w:trPr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Default="00E918C5" w:rsidP="00957BA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Świętokrzyski Urząd Celno-Skarbowy w Kielcach, </w:t>
            </w:r>
          </w:p>
          <w:p w:rsidR="00E918C5" w:rsidRDefault="00E918C5" w:rsidP="00744D58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Oddział Celny w Kielcach</w:t>
            </w:r>
          </w:p>
          <w:p w:rsidR="00E918C5" w:rsidRPr="00E95BCC" w:rsidRDefault="00E918C5" w:rsidP="00E918C5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ul. Ściegiennego 264d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14 </w:t>
            </w:r>
          </w:p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13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023A95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</w:pPr>
          </w:p>
          <w:p w:rsidR="00E918C5" w:rsidRPr="00023A95" w:rsidRDefault="00E918C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  <w:t>gwarancja producenta</w:t>
            </w:r>
          </w:p>
          <w:p w:rsidR="00957BAB" w:rsidRDefault="00E918C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 xml:space="preserve">szczegóły w załączniku nr 1 </w:t>
            </w:r>
          </w:p>
          <w:p w:rsidR="00E918C5" w:rsidRPr="00E918C5" w:rsidRDefault="00E918C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>do zapytania ofertowego</w:t>
            </w:r>
          </w:p>
        </w:tc>
      </w:tr>
      <w:tr w:rsidR="00744D58" w:rsidRPr="00E95BCC" w:rsidTr="00957BAB">
        <w:trPr>
          <w:trHeight w:val="367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lastRenderedPageBreak/>
              <w:t>I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II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 xml:space="preserve">Urząd Skarbowy  </w:t>
            </w:r>
            <w:r w:rsidRPr="00E95BCC">
              <w:rPr>
                <w:rFonts w:asciiTheme="minorHAnsi" w:hAnsiTheme="minorHAnsi" w:cstheme="minorHAnsi"/>
                <w:sz w:val="20"/>
                <w:szCs w:val="20"/>
              </w:rPr>
              <w:br/>
              <w:t>w Busku-Zdroju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957BAB" w:rsidRPr="00E95BCC" w:rsidTr="00957BAB">
        <w:trPr>
          <w:trHeight w:val="835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3A95" w:rsidRDefault="00023A95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  <w:p w:rsidR="00023A95" w:rsidRDefault="00023A95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A3BAD" w:rsidRDefault="001A3BAD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A3BAD" w:rsidRDefault="001A3BAD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A3BAD" w:rsidRDefault="001A3BAD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A3BAD" w:rsidRDefault="001A3BAD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A3BAD" w:rsidRPr="00E95BCC" w:rsidRDefault="001A3BAD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A95" w:rsidRDefault="00023A9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3A95" w:rsidRDefault="00023A9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3A95" w:rsidRDefault="00023A9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3A95" w:rsidRPr="00E95BCC" w:rsidRDefault="00023A9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 xml:space="preserve">Urząd Skarbowy </w:t>
            </w:r>
            <w:r w:rsidRPr="00E95BCC">
              <w:rPr>
                <w:rFonts w:asciiTheme="minorHAnsi" w:hAnsiTheme="minorHAnsi" w:cstheme="minorHAnsi"/>
                <w:sz w:val="20"/>
                <w:szCs w:val="20"/>
              </w:rPr>
              <w:br/>
              <w:t>w Końskich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A95" w:rsidRDefault="00023A95" w:rsidP="00023A9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15 </w:t>
            </w:r>
          </w:p>
          <w:p w:rsidR="00023A95" w:rsidRPr="00E95BCC" w:rsidRDefault="00023A95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br/>
              <w:t>14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5A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  <w:u w:val="single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sz w:val="18"/>
                <w:szCs w:val="18"/>
                <w:u w:val="single"/>
                <w:lang w:eastAsia="zh-CN"/>
              </w:rPr>
              <w:t xml:space="preserve">Należy wycenić usługę na okres sezonu grzewczego, </w:t>
            </w:r>
            <w:r w:rsidR="00744D58">
              <w:rPr>
                <w:rFonts w:asciiTheme="minorHAnsi" w:eastAsia="Calibri" w:hAnsiTheme="minorHAnsi" w:cstheme="minorHAnsi"/>
                <w:sz w:val="18"/>
                <w:szCs w:val="18"/>
                <w:u w:val="single"/>
                <w:lang w:eastAsia="zh-CN"/>
              </w:rPr>
              <w:t>kiedy</w:t>
            </w:r>
            <w:r w:rsidRPr="00023A95">
              <w:rPr>
                <w:rFonts w:asciiTheme="minorHAnsi" w:eastAsia="Calibri" w:hAnsiTheme="minorHAnsi" w:cstheme="minorHAnsi"/>
                <w:sz w:val="18"/>
                <w:szCs w:val="18"/>
                <w:u w:val="single"/>
                <w:lang w:eastAsia="zh-CN"/>
              </w:rPr>
              <w:t xml:space="preserve"> działają oba kotły</w:t>
            </w:r>
            <w:r w:rsidR="0038265A">
              <w:rPr>
                <w:rFonts w:asciiTheme="minorHAnsi" w:eastAsia="Calibri" w:hAnsiTheme="minorHAnsi" w:cstheme="minorHAnsi"/>
                <w:i/>
                <w:sz w:val="18"/>
                <w:szCs w:val="18"/>
                <w:u w:val="single"/>
                <w:lang w:eastAsia="zh-CN"/>
              </w:rPr>
              <w:t>,</w:t>
            </w:r>
          </w:p>
          <w:p w:rsidR="00957BAB" w:rsidRDefault="0038265A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  <w:u w:val="single"/>
                <w:lang w:eastAsia="zh-CN"/>
              </w:rPr>
            </w:pPr>
            <w:r>
              <w:rPr>
                <w:rFonts w:asciiTheme="minorHAnsi" w:eastAsia="Calibri" w:hAnsiTheme="minorHAnsi" w:cstheme="minorHAnsi"/>
                <w:i/>
                <w:sz w:val="18"/>
                <w:szCs w:val="18"/>
                <w:u w:val="single"/>
                <w:lang w:eastAsia="zh-CN"/>
              </w:rPr>
              <w:t xml:space="preserve"> tj. od 1.10-15.05</w:t>
            </w:r>
          </w:p>
          <w:p w:rsidR="00957BAB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 xml:space="preserve">szczegóły w załączniku nr 1 </w:t>
            </w:r>
          </w:p>
          <w:p w:rsidR="00023A95" w:rsidRPr="00023A95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>do zapytania ofertowego</w:t>
            </w:r>
          </w:p>
        </w:tc>
      </w:tr>
      <w:tr w:rsidR="00957BAB" w:rsidRPr="00E95BCC" w:rsidTr="00957BAB">
        <w:trPr>
          <w:trHeight w:val="496"/>
          <w:jc w:val="center"/>
        </w:trPr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3A95" w:rsidRDefault="00023A95" w:rsidP="00BE55CF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3A95" w:rsidRDefault="00023A9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A95" w:rsidRDefault="00023A9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  <w:p w:rsidR="00A23AB0" w:rsidRPr="00A23AB0" w:rsidRDefault="00A23AB0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3AB0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  <w:p w:rsidR="00A23AB0" w:rsidRDefault="00A23AB0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3AB0">
              <w:rPr>
                <w:rFonts w:asciiTheme="minorHAnsi" w:hAnsiTheme="minorHAnsi" w:cstheme="minorHAnsi"/>
                <w:sz w:val="20"/>
                <w:szCs w:val="20"/>
              </w:rPr>
              <w:t>8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58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sz w:val="18"/>
                <w:szCs w:val="18"/>
                <w:u w:val="single"/>
                <w:lang w:eastAsia="zh-CN"/>
              </w:rPr>
              <w:t>Należy wycenić usługę na okres poza sezonem grzewczym,</w:t>
            </w:r>
            <w:r w:rsidR="00744D58">
              <w:rPr>
                <w:rFonts w:asciiTheme="minorHAnsi" w:eastAsia="Calibri" w:hAnsiTheme="minorHAnsi" w:cstheme="minorHAnsi"/>
                <w:sz w:val="18"/>
                <w:szCs w:val="18"/>
                <w:u w:val="single"/>
                <w:lang w:eastAsia="zh-CN"/>
              </w:rPr>
              <w:t xml:space="preserve"> kiedy</w:t>
            </w:r>
            <w:r w:rsidRPr="00023A95">
              <w:rPr>
                <w:rFonts w:asciiTheme="minorHAnsi" w:eastAsia="Calibri" w:hAnsiTheme="minorHAnsi" w:cstheme="minorHAnsi"/>
                <w:sz w:val="18"/>
                <w:szCs w:val="18"/>
                <w:u w:val="single"/>
                <w:lang w:eastAsia="zh-CN"/>
              </w:rPr>
              <w:t xml:space="preserve"> działa jeden kocioł do ogrzewania wody</w:t>
            </w:r>
            <w:r w:rsidR="0038265A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zh-CN"/>
              </w:rPr>
              <w:t>, tj. od 15.05 do 30.09.</w:t>
            </w:r>
          </w:p>
          <w:p w:rsidR="00023A95" w:rsidRPr="00E918C5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</w:pPr>
            <w:r w:rsidRPr="00E918C5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  <w:t>gwarancja producenta</w:t>
            </w:r>
          </w:p>
          <w:p w:rsidR="00957BAB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 xml:space="preserve">szczegóły w załączniku nr 1 </w:t>
            </w:r>
          </w:p>
          <w:p w:rsidR="00023A95" w:rsidRPr="00023A95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>do zapytania ofertowego</w:t>
            </w:r>
          </w:p>
        </w:tc>
      </w:tr>
      <w:tr w:rsidR="00023A95" w:rsidRPr="00E95BCC" w:rsidTr="00957BAB">
        <w:trPr>
          <w:trHeight w:val="496"/>
          <w:jc w:val="center"/>
        </w:trPr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A95" w:rsidRDefault="00023A95" w:rsidP="00BE55CF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33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SUMA cz. IV </w:t>
            </w:r>
            <w:r w:rsidRPr="00AB0873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(suma wierszy w każdej kolumnie)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A95" w:rsidRDefault="00023A9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E95BCC" w:rsidRDefault="00023A9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A95" w:rsidRPr="00BE55CF" w:rsidRDefault="00023A95" w:rsidP="00023A9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</w:tr>
      <w:tr w:rsidR="00744D58" w:rsidRPr="00E95BCC" w:rsidTr="00957BAB">
        <w:trPr>
          <w:trHeight w:val="496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5CF" w:rsidRDefault="00E918C5" w:rsidP="00BE55CF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  <w:p w:rsidR="00BE55CF" w:rsidRDefault="00BE55CF" w:rsidP="00BE55CF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55CF" w:rsidRDefault="00BE55CF" w:rsidP="00BE55CF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E55CF" w:rsidRPr="00E95BCC" w:rsidRDefault="00BE55CF" w:rsidP="00BE55CF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CF" w:rsidRDefault="00BE55CF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E55CF" w:rsidRDefault="00BE55CF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8C5" w:rsidRDefault="00BE55CF" w:rsidP="00BE55C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918C5" w:rsidRPr="00E95BCC">
              <w:rPr>
                <w:rFonts w:asciiTheme="minorHAnsi" w:hAnsiTheme="minorHAnsi" w:cstheme="minorHAnsi"/>
                <w:sz w:val="20"/>
                <w:szCs w:val="20"/>
              </w:rPr>
              <w:t>rząd Skarbowy w Opatowie</w:t>
            </w:r>
          </w:p>
          <w:p w:rsidR="00E918C5" w:rsidRPr="00E918C5" w:rsidRDefault="00E918C5" w:rsidP="00BE55CF">
            <w:pPr>
              <w:pStyle w:val="Bezodstpw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15 </w:t>
            </w:r>
          </w:p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br/>
              <w:t>14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CF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-</w:t>
            </w:r>
            <w:r w:rsidR="00764BBB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zdalny </w:t>
            </w:r>
            <w:r w:rsidR="00BE55CF" w:rsidRPr="00BE55C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monitoring kotłowni za pomocą „SMOK” </w:t>
            </w:r>
          </w:p>
          <w:p w:rsidR="00BE55CF" w:rsidRPr="00E918C5" w:rsidRDefault="00023A95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</w:pPr>
            <w: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  <w:t>-</w:t>
            </w:r>
            <w:r w:rsidR="00BE55CF" w:rsidRPr="00E918C5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zh-CN"/>
              </w:rPr>
              <w:t>gwarancja producenta</w:t>
            </w:r>
          </w:p>
          <w:p w:rsidR="00023A95" w:rsidRPr="00023A95" w:rsidRDefault="00BE55CF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 xml:space="preserve">szczegóły </w:t>
            </w:r>
            <w:r w:rsidR="00023A95" w:rsidRPr="00023A95">
              <w:rPr>
                <w:rFonts w:asciiTheme="minorHAnsi" w:hAnsiTheme="minorHAnsi" w:cstheme="minorHAnsi"/>
                <w:i/>
                <w:sz w:val="16"/>
                <w:szCs w:val="16"/>
              </w:rPr>
              <w:t>w rozdz. III ust. 3 pkt 3 lit. b zapytania ofertowego oraz</w:t>
            </w:r>
          </w:p>
          <w:p w:rsidR="00BE55CF" w:rsidRPr="00BE55CF" w:rsidRDefault="00BE55CF" w:rsidP="00744D58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023A95">
              <w:rPr>
                <w:rFonts w:asciiTheme="minorHAnsi" w:eastAsia="Calibri" w:hAnsiTheme="minorHAnsi" w:cstheme="minorHAnsi"/>
                <w:i/>
                <w:sz w:val="16"/>
                <w:szCs w:val="16"/>
                <w:lang w:eastAsia="zh-CN"/>
              </w:rPr>
              <w:t>w załączniku nr 1 do zapytania ofertowego</w:t>
            </w:r>
          </w:p>
        </w:tc>
      </w:tr>
      <w:tr w:rsidR="00744D58" w:rsidRPr="00E95BCC" w:rsidTr="00957BAB">
        <w:trPr>
          <w:trHeight w:val="160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5C1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VI</w:t>
            </w:r>
          </w:p>
          <w:p w:rsidR="00CE25C1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  <w:p w:rsidR="00CE25C1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Default="00CE25C1" w:rsidP="00E918C5">
            <w:pPr>
              <w:pStyle w:val="Bezodstpw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 xml:space="preserve">Urząd Skarbowy     </w:t>
            </w:r>
            <w:r w:rsidRPr="00E95BC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w Skarżysku- Kamiennej</w:t>
            </w:r>
          </w:p>
          <w:p w:rsidR="00CE25C1" w:rsidRPr="00E95BCC" w:rsidRDefault="00CE25C1" w:rsidP="00E918C5">
            <w:pPr>
              <w:pStyle w:val="Bezodstpw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ul. 1 Maja 56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C1" w:rsidRDefault="00CE25C1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15 </w:t>
            </w:r>
          </w:p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br/>
              <w:t>14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744D58" w:rsidRPr="00E95BCC" w:rsidTr="00957BAB">
        <w:trPr>
          <w:trHeight w:val="160"/>
          <w:jc w:val="center"/>
        </w:trPr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Default="00CE25C1" w:rsidP="00BE55CF">
            <w:pPr>
              <w:pStyle w:val="Bezodstpw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 xml:space="preserve">Urząd Skarbowy     </w:t>
            </w:r>
            <w:r w:rsidRPr="00E95BC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w Skarżysku- Kamiennej</w:t>
            </w:r>
          </w:p>
          <w:p w:rsidR="00CE25C1" w:rsidRPr="00E95BCC" w:rsidRDefault="00CE25C1" w:rsidP="00BE55CF">
            <w:pPr>
              <w:pStyle w:val="Bezodstpw"/>
              <w:ind w:left="-419" w:firstLine="4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ul. 1 Maja </w:t>
            </w:r>
            <w:r w:rsidR="00957BAB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C1" w:rsidRDefault="00CE25C1" w:rsidP="00BE55CF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15 </w:t>
            </w:r>
          </w:p>
          <w:p w:rsidR="00CE25C1" w:rsidRPr="00E95BCC" w:rsidRDefault="00CE25C1" w:rsidP="00BE55CF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br/>
              <w:t>14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CE25C1" w:rsidRPr="00E95BCC" w:rsidTr="00957BAB">
        <w:trPr>
          <w:trHeight w:val="594"/>
          <w:jc w:val="center"/>
        </w:trPr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CE25C1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SUMA cz. VI </w:t>
            </w:r>
            <w:r w:rsidRPr="00AB0873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(suma wierszy w każdej kolumnie)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C1" w:rsidRPr="00E95BCC" w:rsidRDefault="00CE25C1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744D58" w:rsidRPr="00E95BCC" w:rsidTr="00957BAB">
        <w:trPr>
          <w:trHeight w:val="160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VII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pStyle w:val="Bezodstpw"/>
              <w:ind w:left="-419" w:firstLine="4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>Urząd Skarbowy</w:t>
            </w:r>
          </w:p>
          <w:p w:rsidR="00E918C5" w:rsidRPr="00E95BCC" w:rsidRDefault="00E918C5" w:rsidP="00E918C5">
            <w:pPr>
              <w:pStyle w:val="Bezodstpw"/>
              <w:ind w:left="-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sz w:val="20"/>
                <w:szCs w:val="20"/>
              </w:rPr>
              <w:t>w Starachowicach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95BCC"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744D58" w:rsidRPr="00E95BCC" w:rsidTr="00957BAB">
        <w:trPr>
          <w:trHeight w:val="545"/>
          <w:jc w:val="center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VIII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5B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Urząd Skarbowy  </w:t>
            </w:r>
            <w:r w:rsidRPr="00E95BCC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 xml:space="preserve"> w  Staszowie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Default="00E918C5" w:rsidP="00E918C5">
            <w:pPr>
              <w:tabs>
                <w:tab w:val="center" w:pos="4536"/>
                <w:tab w:val="right" w:pos="9072"/>
              </w:tabs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15 </w:t>
            </w:r>
          </w:p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AB125B">
              <w:rPr>
                <w:rFonts w:asciiTheme="minorHAnsi" w:hAnsiTheme="minorHAnsi" w:cstheme="minorHAnsi"/>
                <w:sz w:val="20"/>
                <w:szCs w:val="20"/>
              </w:rPr>
              <w:t xml:space="preserve">w tym: </w:t>
            </w:r>
            <w:r w:rsidRPr="00AB125B">
              <w:rPr>
                <w:rFonts w:asciiTheme="minorHAnsi" w:hAnsiTheme="minorHAnsi" w:cstheme="minorHAnsi"/>
                <w:sz w:val="20"/>
                <w:szCs w:val="20"/>
              </w:rPr>
              <w:br/>
              <w:t>14 i 2x1/2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C5" w:rsidRPr="00E95BCC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E918C5" w:rsidRPr="00E95BCC" w:rsidTr="00957BAB">
        <w:trPr>
          <w:trHeight w:val="594"/>
          <w:jc w:val="center"/>
        </w:trPr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C5" w:rsidRPr="00CE25C1" w:rsidRDefault="00E918C5" w:rsidP="00E918C5">
            <w:pPr>
              <w:suppressAutoHyphens/>
              <w:spacing w:line="276" w:lineRule="auto"/>
              <w:contextualSpacing/>
              <w:jc w:val="right"/>
              <w:rPr>
                <w:rFonts w:asciiTheme="minorHAnsi" w:eastAsia="Calibri" w:hAnsiTheme="minorHAnsi" w:cstheme="minorHAnsi"/>
                <w:b/>
                <w:lang w:eastAsia="zh-CN"/>
              </w:rPr>
            </w:pPr>
            <w:r w:rsidRPr="00CE25C1">
              <w:rPr>
                <w:rFonts w:asciiTheme="minorHAnsi" w:hAnsiTheme="minorHAnsi" w:cstheme="minorHAnsi"/>
                <w:b/>
              </w:rPr>
              <w:t>RAZEM</w:t>
            </w:r>
            <w:r w:rsidR="00BE55CF" w:rsidRPr="00CE25C1">
              <w:rPr>
                <w:rFonts w:asciiTheme="minorHAnsi" w:hAnsiTheme="minorHAnsi" w:cstheme="minorHAnsi"/>
                <w:b/>
              </w:rPr>
              <w:t xml:space="preserve"> (wszystkie części</w:t>
            </w:r>
            <w:r w:rsidR="00764BBB">
              <w:rPr>
                <w:rFonts w:asciiTheme="minorHAnsi" w:hAnsiTheme="minorHAnsi" w:cstheme="minorHAnsi"/>
                <w:b/>
              </w:rPr>
              <w:t>)</w:t>
            </w:r>
            <w:r w:rsidRPr="00CE25C1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18C5" w:rsidRPr="00CE25C1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lang w:eastAsia="zh-C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18C5" w:rsidRPr="00CE25C1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lang w:eastAsia="zh-C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18C5" w:rsidRPr="00CE25C1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lang w:eastAsia="zh-CN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18C5" w:rsidRPr="00CE25C1" w:rsidRDefault="00E918C5" w:rsidP="00E918C5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lang w:eastAsia="zh-CN"/>
              </w:rPr>
            </w:pPr>
          </w:p>
        </w:tc>
      </w:tr>
    </w:tbl>
    <w:p w:rsidR="00D50CB2" w:rsidRPr="00E95BCC" w:rsidRDefault="00D50CB2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E95BCC" w:rsidRDefault="00F8145D" w:rsidP="00D3348A">
      <w:pPr>
        <w:numPr>
          <w:ilvl w:val="0"/>
          <w:numId w:val="113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95BCC">
        <w:rPr>
          <w:rFonts w:asciiTheme="minorHAnsi" w:eastAsia="Times New Roman" w:hAnsiTheme="minorHAnsi" w:cstheme="minorHAnsi"/>
          <w:bCs/>
          <w:lang w:eastAsia="pl-PL"/>
        </w:rPr>
        <w:lastRenderedPageBreak/>
        <w:t xml:space="preserve">Spełniam/y warunek doświadczenia określony w </w:t>
      </w:r>
      <w:r w:rsidR="00EE4B37">
        <w:rPr>
          <w:rFonts w:asciiTheme="minorHAnsi" w:eastAsia="Times New Roman" w:hAnsiTheme="minorHAnsi" w:cstheme="minorHAnsi"/>
          <w:bCs/>
          <w:lang w:eastAsia="pl-PL"/>
        </w:rPr>
        <w:t>rozdz</w:t>
      </w:r>
      <w:r w:rsidR="00432125" w:rsidRPr="00E95BCC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E95BCC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E95BCC">
        <w:rPr>
          <w:rFonts w:asciiTheme="minorHAnsi" w:eastAsia="Times New Roman" w:hAnsiTheme="minorHAnsi" w:cstheme="minorHAnsi"/>
          <w:bCs/>
          <w:lang w:eastAsia="pl-PL"/>
        </w:rPr>
        <w:t>1</w:t>
      </w:r>
      <w:r w:rsidR="00BE55CF">
        <w:rPr>
          <w:rFonts w:asciiTheme="minorHAnsi" w:eastAsia="Times New Roman" w:hAnsiTheme="minorHAnsi" w:cstheme="minorHAnsi"/>
          <w:bCs/>
          <w:lang w:eastAsia="pl-PL"/>
        </w:rPr>
        <w:t xml:space="preserve"> z</w:t>
      </w:r>
      <w:r w:rsidRPr="00E95BCC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E95BCC">
        <w:rPr>
          <w:rFonts w:asciiTheme="minorHAnsi" w:eastAsia="Times New Roman" w:hAnsiTheme="minorHAnsi" w:cstheme="minorHAnsi"/>
          <w:lang w:eastAsia="pl-PL"/>
        </w:rPr>
        <w:t>, t</w:t>
      </w:r>
      <w:r w:rsidRPr="00E95BCC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="00FF5586" w:rsidRPr="00E95BCC">
        <w:rPr>
          <w:rFonts w:asciiTheme="minorHAnsi" w:eastAsia="Times New Roman" w:hAnsiTheme="minorHAnsi" w:cstheme="minorHAnsi"/>
          <w:lang w:eastAsia="pl-PL"/>
        </w:rPr>
        <w:t xml:space="preserve"> 3 lat wykonałem/liśmy minimum jedno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zamówienie o zakresie porównywalnym z przedmiotem zamówienia, </w:t>
      </w:r>
      <w:r w:rsidR="00CA7F1E" w:rsidRPr="00E95BCC">
        <w:rPr>
          <w:rFonts w:asciiTheme="minorHAnsi" w:eastAsia="Times New Roman" w:hAnsiTheme="minorHAnsi" w:cstheme="minorHAnsi"/>
          <w:lang w:eastAsia="pl-PL"/>
        </w:rPr>
        <w:t xml:space="preserve">tj. </w:t>
      </w:r>
      <w:r w:rsidR="00D50CB2" w:rsidRPr="00E95BCC">
        <w:rPr>
          <w:rFonts w:asciiTheme="minorHAnsi" w:eastAsia="Times New Roman" w:hAnsiTheme="minorHAnsi" w:cstheme="minorHAnsi"/>
          <w:lang w:eastAsia="pl-PL"/>
        </w:rPr>
        <w:t>przeglądów instalacji i kotłów gazowych i olejowych oraz obsługi bieżącej kotłowni</w:t>
      </w:r>
      <w:r w:rsidR="00CA7F1E" w:rsidRPr="00E95BCC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E95BCC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E95BCC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E95BCC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USŁUG REALIZOWANYCH W CIĄGU OSTATNICH 3 LAT</w:t>
      </w:r>
    </w:p>
    <w:tbl>
      <w:tblPr>
        <w:tblW w:w="126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115"/>
        <w:gridCol w:w="2268"/>
        <w:gridCol w:w="2759"/>
        <w:gridCol w:w="3903"/>
      </w:tblGrid>
      <w:tr w:rsidR="00F8145D" w:rsidRPr="00E95BCC" w:rsidTr="00BE55CF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E95BCC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E95BCC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E95BCC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E95BCC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E95BCC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E95BCC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E95BCC" w:rsidTr="00BE55CF">
        <w:trPr>
          <w:trHeight w:val="109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E95BCC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95BCC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E95BCC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E95BCC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E95BCC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E95BCC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E95BCC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E95BCC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E95BCC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E95BCC" w:rsidRDefault="00432125" w:rsidP="00FC4CC2">
      <w:pPr>
        <w:numPr>
          <w:ilvl w:val="0"/>
          <w:numId w:val="113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95BCC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w </w:t>
      </w:r>
      <w:r w:rsidR="00EE4B37">
        <w:rPr>
          <w:rFonts w:asciiTheme="minorHAnsi" w:eastAsia="Times New Roman" w:hAnsiTheme="minorHAnsi" w:cstheme="minorHAnsi"/>
          <w:bCs/>
          <w:lang w:eastAsia="pl-PL"/>
        </w:rPr>
        <w:t>rozdz</w:t>
      </w:r>
      <w:r w:rsidRPr="00E95BCC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BE55CF">
        <w:rPr>
          <w:rFonts w:asciiTheme="minorHAnsi" w:eastAsia="Times New Roman" w:hAnsiTheme="minorHAnsi" w:cstheme="minorHAnsi"/>
          <w:bCs/>
          <w:lang w:eastAsia="pl-PL"/>
        </w:rPr>
        <w:t>z</w:t>
      </w:r>
      <w:r w:rsidRPr="00E95BCC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, tzn. nie zalegam/y z opłacaniem podatków oraz składek </w:t>
      </w:r>
      <w:r w:rsidR="002B5B0E">
        <w:rPr>
          <w:rFonts w:asciiTheme="minorHAnsi" w:eastAsia="Times New Roman" w:hAnsiTheme="minorHAnsi" w:cstheme="minorHAnsi"/>
          <w:lang w:eastAsia="pl-PL"/>
        </w:rPr>
        <w:br/>
      </w:r>
      <w:r w:rsidRPr="00E95BCC">
        <w:rPr>
          <w:rFonts w:asciiTheme="minorHAnsi" w:eastAsia="Times New Roman" w:hAnsiTheme="minorHAnsi" w:cstheme="minorHAnsi"/>
          <w:lang w:eastAsia="pl-PL"/>
        </w:rPr>
        <w:t>na ubezpieczenie zdrowotne i społeczne.</w:t>
      </w:r>
    </w:p>
    <w:p w:rsidR="007723C3" w:rsidRDefault="000A658E" w:rsidP="007723C3">
      <w:pPr>
        <w:numPr>
          <w:ilvl w:val="0"/>
          <w:numId w:val="113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E95BCC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EE4B37">
        <w:rPr>
          <w:rFonts w:asciiTheme="minorHAnsi" w:eastAsia="Times New Roman" w:hAnsiTheme="minorHAnsi" w:cstheme="minorHAnsi"/>
          <w:lang w:eastAsia="pl-PL"/>
        </w:rPr>
        <w:t>rozdz</w:t>
      </w:r>
      <w:r w:rsidR="00432125" w:rsidRPr="00E95BCC">
        <w:rPr>
          <w:rFonts w:asciiTheme="minorHAnsi" w:eastAsia="Times New Roman" w:hAnsiTheme="minorHAnsi" w:cstheme="minorHAnsi"/>
          <w:lang w:eastAsia="pl-PL"/>
        </w:rPr>
        <w:t>. V ust. 2 pkt 3</w:t>
      </w:r>
      <w:r w:rsidR="00BE55CF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E95BCC">
        <w:rPr>
          <w:rFonts w:asciiTheme="minorHAnsi" w:eastAsia="Times New Roman" w:hAnsiTheme="minorHAnsi" w:cstheme="minorHAnsi"/>
          <w:lang w:eastAsia="pl-PL"/>
        </w:rPr>
        <w:t>apytania ofertowego, tzn. dysponuję/my zasobami, które u</w:t>
      </w:r>
      <w:r w:rsidR="00D54038" w:rsidRPr="00E95BCC">
        <w:rPr>
          <w:rFonts w:asciiTheme="minorHAnsi" w:eastAsia="Times New Roman" w:hAnsiTheme="minorHAnsi" w:cstheme="minorHAnsi"/>
          <w:lang w:eastAsia="pl-PL"/>
        </w:rPr>
        <w:t>możliwiają wykonani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>e zamówienia oraz personelem posiadającym kwalifikacje uprawniające do wykonania zamó</w:t>
      </w:r>
      <w:r w:rsidR="00697ED1" w:rsidRPr="00E95BCC">
        <w:rPr>
          <w:rFonts w:asciiTheme="minorHAnsi" w:eastAsia="Times New Roman" w:hAnsiTheme="minorHAnsi" w:cstheme="minorHAnsi"/>
          <w:lang w:eastAsia="pl-PL"/>
        </w:rPr>
        <w:t>wienia, zgodn</w:t>
      </w:r>
      <w:r w:rsidR="00BE55CF">
        <w:rPr>
          <w:rFonts w:asciiTheme="minorHAnsi" w:eastAsia="Times New Roman" w:hAnsiTheme="minorHAnsi" w:cstheme="minorHAnsi"/>
          <w:lang w:eastAsia="pl-PL"/>
        </w:rPr>
        <w:t xml:space="preserve">e 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>z obowiązującymi przepisami prawa. W przypadku wyboru mojej/naszej oferty, stosowne dokumenty potwierdzające kwalifikacje uprawniające do wykonania przedmiotu zamówienia osób, które będą wykonywał</w:t>
      </w:r>
      <w:r w:rsidR="00BE55CF">
        <w:rPr>
          <w:rFonts w:asciiTheme="minorHAnsi" w:eastAsia="Times New Roman" w:hAnsiTheme="minorHAnsi" w:cstheme="minorHAnsi"/>
          <w:lang w:eastAsia="pl-PL"/>
        </w:rPr>
        <w:t>y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 xml:space="preserve"> przedmiot zamówienia zobowiązuję</w:t>
      </w:r>
      <w:r w:rsidR="00BE55CF">
        <w:rPr>
          <w:rFonts w:asciiTheme="minorHAnsi" w:eastAsia="Times New Roman" w:hAnsiTheme="minorHAnsi" w:cstheme="minorHAnsi"/>
          <w:lang w:eastAsia="pl-PL"/>
        </w:rPr>
        <w:t>/my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 xml:space="preserve"> się dostarczyć przed podpisaniem umowy.</w:t>
      </w:r>
    </w:p>
    <w:p w:rsidR="00BE55CF" w:rsidRDefault="007723C3" w:rsidP="007723C3">
      <w:pPr>
        <w:numPr>
          <w:ilvl w:val="0"/>
          <w:numId w:val="113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*</w:t>
      </w:r>
      <w:r w:rsidR="00BE55CF" w:rsidRPr="007723C3">
        <w:rPr>
          <w:rFonts w:asciiTheme="minorHAnsi" w:eastAsia="Times New Roman" w:hAnsiTheme="minorHAnsi" w:cstheme="minorHAnsi"/>
          <w:lang w:eastAsia="pl-PL"/>
        </w:rPr>
        <w:t xml:space="preserve">Spełniam/y warunek określony w </w:t>
      </w:r>
      <w:r w:rsidR="00EE4B37">
        <w:rPr>
          <w:rFonts w:asciiTheme="minorHAnsi" w:eastAsia="Times New Roman" w:hAnsiTheme="minorHAnsi" w:cstheme="minorHAnsi"/>
          <w:lang w:eastAsia="pl-PL"/>
        </w:rPr>
        <w:t>rozdz</w:t>
      </w:r>
      <w:r w:rsidR="00BE55CF" w:rsidRPr="007723C3">
        <w:rPr>
          <w:rFonts w:asciiTheme="minorHAnsi" w:eastAsia="Times New Roman" w:hAnsiTheme="minorHAnsi" w:cstheme="minorHAnsi"/>
          <w:lang w:eastAsia="pl-PL"/>
        </w:rPr>
        <w:t xml:space="preserve">. V ust. 2 pkt 4 zapytania ofertowego, tzn. </w:t>
      </w:r>
      <w:r w:rsidR="002B5B0E">
        <w:rPr>
          <w:rFonts w:asciiTheme="minorHAnsi" w:eastAsia="Times New Roman" w:hAnsiTheme="minorHAnsi" w:cstheme="minorHAnsi"/>
          <w:lang w:eastAsia="pl-PL"/>
        </w:rPr>
        <w:t>posiadam/my status autoryzowanego serwisanta producenta kotłów.</w:t>
      </w:r>
      <w:r w:rsidR="00BE55CF" w:rsidRPr="007723C3">
        <w:rPr>
          <w:rFonts w:asciiTheme="minorHAnsi" w:eastAsia="Times New Roman" w:hAnsiTheme="minorHAnsi" w:cstheme="minorHAnsi"/>
          <w:lang w:eastAsia="pl-PL"/>
        </w:rPr>
        <w:t xml:space="preserve"> W przypadku wyboru mojej/naszej oferty, stosowne dokumenty potwierdzające</w:t>
      </w:r>
      <w:r w:rsidR="002B5B0E" w:rsidRPr="002B5B0E">
        <w:rPr>
          <w:rFonts w:asciiTheme="minorHAnsi" w:eastAsia="Times New Roman" w:hAnsiTheme="minorHAnsi" w:cstheme="minorHAnsi"/>
          <w:lang w:eastAsia="pl-PL"/>
        </w:rPr>
        <w:t xml:space="preserve"> </w:t>
      </w:r>
      <w:r w:rsidR="002B5B0E">
        <w:rPr>
          <w:rFonts w:asciiTheme="minorHAnsi" w:eastAsia="Times New Roman" w:hAnsiTheme="minorHAnsi" w:cstheme="minorHAnsi"/>
          <w:lang w:eastAsia="pl-PL"/>
        </w:rPr>
        <w:t>status autoryzowanego serwisanta producenta kotłów</w:t>
      </w:r>
      <w:r w:rsidR="00BE55CF" w:rsidRPr="007723C3">
        <w:rPr>
          <w:rFonts w:asciiTheme="minorHAnsi" w:eastAsia="Times New Roman" w:hAnsiTheme="minorHAnsi" w:cstheme="minorHAnsi"/>
          <w:lang w:eastAsia="pl-PL"/>
        </w:rPr>
        <w:t xml:space="preserve"> zobowiązuję/my się dostarczyć przed podpisaniem umowy.</w:t>
      </w:r>
    </w:p>
    <w:p w:rsidR="00BE55CF" w:rsidRPr="00E95BCC" w:rsidRDefault="007723C3" w:rsidP="007723C3">
      <w:pPr>
        <w:spacing w:line="276" w:lineRule="auto"/>
        <w:ind w:firstLine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i/>
          <w:lang w:eastAsia="pl-PL"/>
        </w:rPr>
        <w:t>*</w:t>
      </w:r>
      <w:r w:rsidRPr="002B5B0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należy wykreślić jeśli Wykonawca nie składa oferty na część II, IV lub V część zamówienia</w:t>
      </w:r>
      <w:r w:rsidRPr="002B5B0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</w:t>
      </w:r>
    </w:p>
    <w:p w:rsidR="00F8145D" w:rsidRPr="00E95BCC" w:rsidRDefault="00F8145D" w:rsidP="00042820">
      <w:pPr>
        <w:numPr>
          <w:ilvl w:val="0"/>
          <w:numId w:val="113"/>
        </w:numPr>
        <w:spacing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E95BCC" w:rsidRDefault="00BF69FA" w:rsidP="00FC4CC2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a</w:t>
      </w:r>
      <w:r w:rsidR="00DC0969" w:rsidRPr="00E95BCC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E95BCC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CA7F1E" w:rsidRPr="00E95BCC">
        <w:rPr>
          <w:rFonts w:asciiTheme="minorHAnsi" w:eastAsia="Times New Roman" w:hAnsiTheme="minorHAnsi" w:cstheme="minorHAnsi"/>
          <w:lang w:eastAsia="pl-PL"/>
        </w:rPr>
        <w:t>Zapytaniu ofertowym</w:t>
      </w:r>
      <w:r w:rsidR="00DC0969" w:rsidRPr="00E95BCC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E95BCC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66224B" w:rsidRPr="00E95BCC">
        <w:rPr>
          <w:rFonts w:asciiTheme="minorHAnsi" w:eastAsia="Times New Roman" w:hAnsiTheme="minorHAnsi" w:cstheme="minorHAnsi"/>
          <w:lang w:eastAsia="pl-PL"/>
        </w:rPr>
        <w:t xml:space="preserve"> do właściwego przygotowania oferty i wykonania zamówienia</w:t>
      </w:r>
      <w:r w:rsidR="00DC0969" w:rsidRPr="00E95BCC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E95BCC" w:rsidRDefault="00DC0969" w:rsidP="00216BF1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E95BCC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E95BCC" w:rsidRDefault="00DC0969" w:rsidP="00216BF1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E95BCC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E95BCC" w:rsidRDefault="00DC0969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ę/zobowiązujem</w:t>
      </w:r>
      <w:r w:rsidRPr="00E95BCC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E95BCC" w:rsidRDefault="00F8145D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E95BCC" w:rsidRDefault="00F8145D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modzielnie¹</w:t>
      </w:r>
      <w:r w:rsidRPr="00E95BCC">
        <w:rPr>
          <w:rFonts w:asciiTheme="minorHAnsi" w:eastAsia="Times New Roman" w:hAnsiTheme="minorHAnsi" w:cstheme="minorHAnsi"/>
          <w:lang w:eastAsia="pl-PL"/>
        </w:rPr>
        <w:t>/ podwykonawcom zostaną powierzone następujące zadania:</w:t>
      </w:r>
      <w:r w:rsidR="007723C3">
        <w:rPr>
          <w:rFonts w:asciiTheme="minorHAnsi" w:eastAsia="Times New Roman" w:hAnsiTheme="minorHAnsi" w:cstheme="minorHAnsi"/>
          <w:lang w:eastAsia="pl-PL"/>
        </w:rPr>
        <w:t xml:space="preserve"> </w:t>
      </w:r>
      <w:r w:rsidR="007355B9" w:rsidRPr="00E95BCC">
        <w:rPr>
          <w:rFonts w:asciiTheme="minorHAnsi" w:eastAsia="Times New Roman" w:hAnsiTheme="minorHAnsi" w:cstheme="minorHAnsi"/>
          <w:lang w:eastAsia="pl-PL"/>
        </w:rPr>
        <w:t>……………………………………..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E95BCC" w:rsidRDefault="00F8145D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lastRenderedPageBreak/>
        <w:t>oferta zawiera/nie zawiera</w:t>
      </w:r>
      <w:r w:rsidRPr="00E95BCC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E95BCC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E95BCC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E95BCC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E95BCC" w:rsidRDefault="0066224B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/wypełniliśmy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</w:t>
      </w:r>
      <w:r w:rsidR="00E84687" w:rsidRPr="00E95BCC">
        <w:rPr>
          <w:rFonts w:asciiTheme="minorHAnsi" w:eastAsia="Times New Roman" w:hAnsiTheme="minorHAnsi" w:cstheme="minorHAnsi"/>
          <w:lang w:eastAsia="pl-PL"/>
        </w:rPr>
        <w:br/>
      </w:r>
      <w:r w:rsidRPr="00E95BCC">
        <w:rPr>
          <w:rFonts w:asciiTheme="minorHAnsi" w:eastAsia="Times New Roman" w:hAnsiTheme="minorHAnsi" w:cstheme="minorHAnsi"/>
          <w:lang w:eastAsia="pl-PL"/>
        </w:rPr>
        <w:t>i w sprawie swobodnego przepływu takich danych oraz uchylenia dyrektywy 95/46/WE (ogólne rozporządzenie o ochronie danych) (Dz. Urz. UEL 119 z 04.05.2016, str. 1) – „ RODO”, wobec osób fizycznych, od których dane osobowe bezpośrednio lub pośrednio pozyskałem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/pozyskaliśmy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DC0969" w:rsidRPr="00E95BCC" w:rsidRDefault="00F8145D" w:rsidP="00D50CB2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95BCC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E95BCC">
        <w:rPr>
          <w:rFonts w:asciiTheme="minorHAnsi" w:eastAsia="Times New Roman" w:hAnsiTheme="minorHAnsi" w:cstheme="minorHAnsi"/>
          <w:lang w:eastAsia="pl-PL"/>
        </w:rPr>
        <w:t>/nas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przesłanki wykluczenia z postępowania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 xml:space="preserve">, o których mowa w </w:t>
      </w:r>
      <w:r w:rsidR="00EE4B37">
        <w:rPr>
          <w:rFonts w:asciiTheme="minorHAnsi" w:eastAsia="Times New Roman" w:hAnsiTheme="minorHAnsi" w:cstheme="minorHAnsi"/>
          <w:lang w:eastAsia="pl-PL"/>
        </w:rPr>
        <w:t>rozdz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>. V</w:t>
      </w:r>
      <w:r w:rsidRPr="00E95BCC">
        <w:rPr>
          <w:rFonts w:asciiTheme="minorHAnsi" w:eastAsia="Times New Roman" w:hAnsiTheme="minorHAnsi" w:cstheme="minorHAnsi"/>
          <w:lang w:eastAsia="pl-PL"/>
        </w:rPr>
        <w:t xml:space="preserve"> 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>ust. 3 zapytania ofertowego</w:t>
      </w:r>
      <w:r w:rsidR="007723C3">
        <w:rPr>
          <w:rFonts w:asciiTheme="minorHAnsi" w:eastAsia="Times New Roman" w:hAnsiTheme="minorHAnsi" w:cstheme="minorHAnsi"/>
          <w:lang w:eastAsia="pl-PL"/>
        </w:rPr>
        <w:t>.</w:t>
      </w:r>
      <w:r w:rsidR="0019711B" w:rsidRPr="00E95BCC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E95BCC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E95BCC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E95BCC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697ED1" w:rsidRPr="00E95BCC" w:rsidRDefault="00697ED1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697ED1" w:rsidRPr="00E95BCC" w:rsidRDefault="00697ED1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E95BCC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E95BCC">
        <w:rPr>
          <w:rFonts w:asciiTheme="minorHAnsi" w:hAnsiTheme="minorHAnsi" w:cstheme="minorHAnsi"/>
        </w:rPr>
        <w:t>……….……………, dn. __.__._____</w:t>
      </w:r>
      <w:r w:rsidRPr="00E95BCC">
        <w:rPr>
          <w:rFonts w:asciiTheme="minorHAnsi" w:hAnsiTheme="minorHAnsi" w:cstheme="minorHAnsi"/>
        </w:rPr>
        <w:tab/>
      </w:r>
      <w:r w:rsidRPr="00E95BCC">
        <w:rPr>
          <w:rFonts w:asciiTheme="minorHAnsi" w:hAnsiTheme="minorHAnsi" w:cstheme="minorHAnsi"/>
        </w:rPr>
        <w:tab/>
      </w:r>
      <w:r w:rsidRPr="00E95BCC">
        <w:rPr>
          <w:rFonts w:asciiTheme="minorHAnsi" w:hAnsiTheme="minorHAnsi" w:cstheme="minorHAnsi"/>
        </w:rPr>
        <w:tab/>
        <w:t xml:space="preserve">         </w:t>
      </w:r>
      <w:r w:rsidRPr="00E95BCC">
        <w:rPr>
          <w:rFonts w:asciiTheme="minorHAnsi" w:hAnsiTheme="minorHAnsi" w:cstheme="minorHAnsi"/>
        </w:rPr>
        <w:tab/>
      </w:r>
      <w:r w:rsidR="007723C3">
        <w:rPr>
          <w:rFonts w:asciiTheme="minorHAnsi" w:hAnsiTheme="minorHAnsi" w:cstheme="minorHAnsi"/>
        </w:rPr>
        <w:tab/>
      </w:r>
      <w:r w:rsidR="007723C3">
        <w:rPr>
          <w:rFonts w:asciiTheme="minorHAnsi" w:hAnsiTheme="minorHAnsi" w:cstheme="minorHAnsi"/>
        </w:rPr>
        <w:tab/>
      </w:r>
      <w:r w:rsidR="007723C3">
        <w:rPr>
          <w:rFonts w:asciiTheme="minorHAnsi" w:hAnsiTheme="minorHAnsi" w:cstheme="minorHAnsi"/>
        </w:rPr>
        <w:tab/>
      </w:r>
      <w:r w:rsidR="007723C3">
        <w:rPr>
          <w:rFonts w:asciiTheme="minorHAnsi" w:hAnsiTheme="minorHAnsi" w:cstheme="minorHAnsi"/>
        </w:rPr>
        <w:tab/>
      </w:r>
      <w:r w:rsidR="007723C3">
        <w:rPr>
          <w:rFonts w:asciiTheme="minorHAnsi" w:hAnsiTheme="minorHAnsi" w:cstheme="minorHAnsi"/>
        </w:rPr>
        <w:tab/>
        <w:t xml:space="preserve">       </w:t>
      </w:r>
      <w:r w:rsidRPr="00E95BCC">
        <w:rPr>
          <w:rFonts w:asciiTheme="minorHAnsi" w:hAnsiTheme="minorHAnsi" w:cstheme="minorHAnsi"/>
        </w:rPr>
        <w:t>………….….…………………………………</w:t>
      </w:r>
    </w:p>
    <w:p w:rsidR="00F764F8" w:rsidRPr="00AC19FB" w:rsidRDefault="00353619" w:rsidP="007723C3">
      <w:pPr>
        <w:pStyle w:val="Akapitzlist"/>
        <w:ind w:left="8640" w:hanging="8475"/>
        <w:rPr>
          <w:rFonts w:ascii="Calibri Light" w:hAnsi="Calibri Light" w:cs="Calibri Light"/>
          <w:i/>
          <w:sz w:val="18"/>
          <w:szCs w:val="18"/>
        </w:rPr>
      </w:pPr>
      <w:r w:rsidRPr="00E95BCC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E95BCC">
        <w:rPr>
          <w:rFonts w:asciiTheme="minorHAnsi" w:hAnsiTheme="minorHAnsi" w:cstheme="minorHAnsi"/>
          <w:i/>
          <w:sz w:val="18"/>
          <w:szCs w:val="18"/>
        </w:rPr>
        <w:tab/>
        <w:t xml:space="preserve">        </w:t>
      </w:r>
      <w:r w:rsidR="007723C3">
        <w:rPr>
          <w:rFonts w:asciiTheme="minorHAnsi" w:hAnsiTheme="minorHAnsi" w:cstheme="minorHAnsi"/>
          <w:i/>
          <w:sz w:val="18"/>
          <w:szCs w:val="18"/>
        </w:rPr>
        <w:tab/>
      </w:r>
      <w:r w:rsidR="007723C3">
        <w:rPr>
          <w:rFonts w:asciiTheme="minorHAnsi" w:hAnsiTheme="minorHAnsi" w:cstheme="minorHAnsi"/>
          <w:i/>
          <w:sz w:val="18"/>
          <w:szCs w:val="18"/>
        </w:rPr>
        <w:tab/>
      </w:r>
      <w:r w:rsidRPr="00E95BCC">
        <w:rPr>
          <w:rFonts w:asciiTheme="minorHAnsi" w:hAnsiTheme="minorHAnsi" w:cstheme="minorHAnsi"/>
          <w:i/>
          <w:sz w:val="18"/>
          <w:szCs w:val="18"/>
        </w:rPr>
        <w:t xml:space="preserve">(Pieczątka i podpis osoby/osób    </w:t>
      </w:r>
      <w:r w:rsidR="007723C3">
        <w:rPr>
          <w:rFonts w:asciiTheme="minorHAnsi" w:hAnsiTheme="minorHAnsi" w:cstheme="minorHAnsi"/>
          <w:i/>
          <w:sz w:val="18"/>
          <w:szCs w:val="18"/>
        </w:rPr>
        <w:tab/>
      </w:r>
      <w:r w:rsidR="007723C3">
        <w:rPr>
          <w:rFonts w:asciiTheme="minorHAnsi" w:hAnsiTheme="minorHAnsi" w:cstheme="minorHAnsi"/>
          <w:i/>
          <w:sz w:val="18"/>
          <w:szCs w:val="18"/>
        </w:rPr>
        <w:tab/>
      </w:r>
      <w:r w:rsidR="007723C3">
        <w:rPr>
          <w:rFonts w:asciiTheme="minorHAnsi" w:hAnsiTheme="minorHAnsi" w:cstheme="minorHAnsi"/>
          <w:i/>
          <w:sz w:val="18"/>
          <w:szCs w:val="18"/>
        </w:rPr>
        <w:tab/>
        <w:t xml:space="preserve">          </w:t>
      </w:r>
      <w:r w:rsidRPr="00E95BCC">
        <w:rPr>
          <w:rFonts w:asciiTheme="minorHAnsi" w:hAnsiTheme="minorHAnsi" w:cstheme="minorHAnsi"/>
          <w:i/>
          <w:sz w:val="18"/>
          <w:szCs w:val="18"/>
        </w:rPr>
        <w:t>upoważnionej/ych do pod</w:t>
      </w:r>
      <w:r w:rsidRPr="0078105E">
        <w:rPr>
          <w:rFonts w:ascii="Calibri Light" w:hAnsi="Calibri Light" w:cs="Calibri Light"/>
          <w:i/>
          <w:sz w:val="18"/>
          <w:szCs w:val="18"/>
        </w:rPr>
        <w:t>pisywania oferty</w:t>
      </w:r>
    </w:p>
    <w:sectPr w:rsidR="00F764F8" w:rsidRPr="00AC19FB" w:rsidSect="00957BAB">
      <w:headerReference w:type="first" r:id="rId11"/>
      <w:footerReference w:type="first" r:id="rId12"/>
      <w:pgSz w:w="16840" w:h="11900" w:orient="landscape"/>
      <w:pgMar w:top="851" w:right="1418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A09" w:rsidRDefault="00666A09">
      <w:r>
        <w:separator/>
      </w:r>
    </w:p>
  </w:endnote>
  <w:endnote w:type="continuationSeparator" w:id="0">
    <w:p w:rsidR="00666A09" w:rsidRDefault="0066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A09" w:rsidRDefault="00666A09">
      <w:r>
        <w:separator/>
      </w:r>
    </w:p>
  </w:footnote>
  <w:footnote w:type="continuationSeparator" w:id="0">
    <w:p w:rsidR="00666A09" w:rsidRDefault="00666A09">
      <w:r>
        <w:continuationSeparator/>
      </w:r>
    </w:p>
  </w:footnote>
  <w:footnote w:id="1">
    <w:p w:rsidR="00F8145D" w:rsidRPr="00EE4B37" w:rsidRDefault="00F8145D" w:rsidP="00F8145D">
      <w:pPr>
        <w:pStyle w:val="Tekstprzypisudolnego"/>
        <w:rPr>
          <w:i/>
          <w:sz w:val="18"/>
          <w:szCs w:val="18"/>
        </w:rPr>
      </w:pPr>
      <w:r w:rsidRPr="00EE4B37">
        <w:rPr>
          <w:rStyle w:val="Odwoanieprzypisudolnego"/>
          <w:i/>
          <w:sz w:val="18"/>
          <w:szCs w:val="18"/>
        </w:rPr>
        <w:footnoteRef/>
      </w:r>
      <w:r w:rsidRPr="00EE4B37">
        <w:rPr>
          <w:i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1FCB65BF"/>
    <w:multiLevelType w:val="hybridMultilevel"/>
    <w:tmpl w:val="C03AF2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8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4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A197EE4"/>
    <w:multiLevelType w:val="hybridMultilevel"/>
    <w:tmpl w:val="3ADEC552"/>
    <w:lvl w:ilvl="0" w:tplc="79DC6B78">
      <w:start w:val="1"/>
      <w:numFmt w:val="decimal"/>
      <w:lvlText w:val="%1)"/>
      <w:lvlJc w:val="left"/>
      <w:pPr>
        <w:ind w:left="644" w:hanging="360"/>
      </w:pPr>
      <w:rPr>
        <w:rFonts w:ascii="Calibri Light" w:hAnsi="Calibri Light" w:cs="Calibri Light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2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3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5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6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8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9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0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3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7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0" w15:restartNumberingAfterBreak="0">
    <w:nsid w:val="5B95300F"/>
    <w:multiLevelType w:val="hybridMultilevel"/>
    <w:tmpl w:val="B06E0D10"/>
    <w:lvl w:ilvl="0" w:tplc="6526F06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2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3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7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8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0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9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1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2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3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4" w15:restartNumberingAfterBreak="0">
    <w:nsid w:val="758077FB"/>
    <w:multiLevelType w:val="hybridMultilevel"/>
    <w:tmpl w:val="035E9088"/>
    <w:lvl w:ilvl="0" w:tplc="9AB0E8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6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8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9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0"/>
  </w:num>
  <w:num w:numId="2">
    <w:abstractNumId w:val="73"/>
  </w:num>
  <w:num w:numId="3">
    <w:abstractNumId w:val="30"/>
  </w:num>
  <w:num w:numId="4">
    <w:abstractNumId w:val="17"/>
  </w:num>
  <w:num w:numId="5">
    <w:abstractNumId w:val="102"/>
  </w:num>
  <w:num w:numId="6">
    <w:abstractNumId w:val="27"/>
  </w:num>
  <w:num w:numId="7">
    <w:abstractNumId w:val="72"/>
  </w:num>
  <w:num w:numId="8">
    <w:abstractNumId w:val="106"/>
  </w:num>
  <w:num w:numId="9">
    <w:abstractNumId w:val="63"/>
  </w:num>
  <w:num w:numId="10">
    <w:abstractNumId w:val="91"/>
  </w:num>
  <w:num w:numId="11">
    <w:abstractNumId w:val="22"/>
  </w:num>
  <w:num w:numId="12">
    <w:abstractNumId w:val="59"/>
  </w:num>
  <w:num w:numId="13">
    <w:abstractNumId w:val="44"/>
  </w:num>
  <w:num w:numId="14">
    <w:abstractNumId w:val="9"/>
  </w:num>
  <w:num w:numId="15">
    <w:abstractNumId w:val="98"/>
  </w:num>
  <w:num w:numId="16">
    <w:abstractNumId w:val="111"/>
  </w:num>
  <w:num w:numId="17">
    <w:abstractNumId w:val="62"/>
  </w:num>
  <w:num w:numId="18">
    <w:abstractNumId w:val="31"/>
  </w:num>
  <w:num w:numId="19">
    <w:abstractNumId w:val="51"/>
  </w:num>
  <w:num w:numId="20">
    <w:abstractNumId w:val="39"/>
  </w:num>
  <w:num w:numId="21">
    <w:abstractNumId w:val="60"/>
  </w:num>
  <w:num w:numId="22">
    <w:abstractNumId w:val="113"/>
  </w:num>
  <w:num w:numId="23">
    <w:abstractNumId w:val="69"/>
  </w:num>
  <w:num w:numId="24">
    <w:abstractNumId w:val="103"/>
  </w:num>
  <w:num w:numId="25">
    <w:abstractNumId w:val="104"/>
  </w:num>
  <w:num w:numId="26">
    <w:abstractNumId w:val="19"/>
  </w:num>
  <w:num w:numId="27">
    <w:abstractNumId w:val="81"/>
  </w:num>
  <w:num w:numId="28">
    <w:abstractNumId w:val="86"/>
  </w:num>
  <w:num w:numId="29">
    <w:abstractNumId w:val="5"/>
  </w:num>
  <w:num w:numId="30">
    <w:abstractNumId w:val="67"/>
  </w:num>
  <w:num w:numId="31">
    <w:abstractNumId w:val="68"/>
  </w:num>
  <w:num w:numId="32">
    <w:abstractNumId w:val="47"/>
  </w:num>
  <w:num w:numId="33">
    <w:abstractNumId w:val="38"/>
  </w:num>
  <w:num w:numId="34">
    <w:abstractNumId w:val="92"/>
  </w:num>
  <w:num w:numId="35">
    <w:abstractNumId w:val="1"/>
  </w:num>
  <w:num w:numId="36">
    <w:abstractNumId w:val="55"/>
  </w:num>
  <w:num w:numId="37">
    <w:abstractNumId w:val="3"/>
  </w:num>
  <w:num w:numId="38">
    <w:abstractNumId w:val="88"/>
  </w:num>
  <w:num w:numId="39">
    <w:abstractNumId w:val="118"/>
  </w:num>
  <w:num w:numId="40">
    <w:abstractNumId w:val="78"/>
  </w:num>
  <w:num w:numId="41">
    <w:abstractNumId w:val="28"/>
  </w:num>
  <w:num w:numId="42">
    <w:abstractNumId w:val="71"/>
  </w:num>
  <w:num w:numId="43">
    <w:abstractNumId w:val="108"/>
  </w:num>
  <w:num w:numId="44">
    <w:abstractNumId w:val="8"/>
  </w:num>
  <w:num w:numId="45">
    <w:abstractNumId w:val="7"/>
  </w:num>
  <w:num w:numId="46">
    <w:abstractNumId w:val="64"/>
  </w:num>
  <w:num w:numId="47">
    <w:abstractNumId w:val="15"/>
  </w:num>
  <w:num w:numId="48">
    <w:abstractNumId w:val="65"/>
  </w:num>
  <w:num w:numId="49">
    <w:abstractNumId w:val="29"/>
  </w:num>
  <w:num w:numId="50">
    <w:abstractNumId w:val="107"/>
  </w:num>
  <w:num w:numId="51">
    <w:abstractNumId w:val="82"/>
  </w:num>
  <w:num w:numId="52">
    <w:abstractNumId w:val="84"/>
  </w:num>
  <w:num w:numId="53">
    <w:abstractNumId w:val="115"/>
  </w:num>
  <w:num w:numId="54">
    <w:abstractNumId w:val="75"/>
  </w:num>
  <w:num w:numId="55">
    <w:abstractNumId w:val="11"/>
  </w:num>
  <w:num w:numId="56">
    <w:abstractNumId w:val="20"/>
  </w:num>
  <w:num w:numId="57">
    <w:abstractNumId w:val="34"/>
  </w:num>
  <w:num w:numId="58">
    <w:abstractNumId w:val="24"/>
  </w:num>
  <w:num w:numId="59">
    <w:abstractNumId w:val="117"/>
  </w:num>
  <w:num w:numId="60">
    <w:abstractNumId w:val="2"/>
  </w:num>
  <w:num w:numId="61">
    <w:abstractNumId w:val="79"/>
  </w:num>
  <w:num w:numId="62">
    <w:abstractNumId w:val="36"/>
  </w:num>
  <w:num w:numId="63">
    <w:abstractNumId w:val="105"/>
  </w:num>
  <w:num w:numId="64">
    <w:abstractNumId w:val="116"/>
  </w:num>
  <w:num w:numId="65">
    <w:abstractNumId w:val="16"/>
  </w:num>
  <w:num w:numId="66">
    <w:abstractNumId w:val="33"/>
  </w:num>
  <w:num w:numId="67">
    <w:abstractNumId w:val="40"/>
  </w:num>
  <w:num w:numId="68">
    <w:abstractNumId w:val="41"/>
  </w:num>
  <w:num w:numId="69">
    <w:abstractNumId w:val="13"/>
  </w:num>
  <w:num w:numId="70">
    <w:abstractNumId w:val="101"/>
  </w:num>
  <w:num w:numId="71">
    <w:abstractNumId w:val="35"/>
  </w:num>
  <w:num w:numId="72">
    <w:abstractNumId w:val="96"/>
  </w:num>
  <w:num w:numId="73">
    <w:abstractNumId w:val="57"/>
  </w:num>
  <w:num w:numId="74">
    <w:abstractNumId w:val="94"/>
  </w:num>
  <w:num w:numId="75">
    <w:abstractNumId w:val="85"/>
  </w:num>
  <w:num w:numId="76">
    <w:abstractNumId w:val="10"/>
  </w:num>
  <w:num w:numId="77">
    <w:abstractNumId w:val="26"/>
  </w:num>
  <w:num w:numId="78">
    <w:abstractNumId w:val="45"/>
  </w:num>
  <w:num w:numId="79">
    <w:abstractNumId w:val="95"/>
  </w:num>
  <w:num w:numId="80">
    <w:abstractNumId w:val="76"/>
  </w:num>
  <w:num w:numId="81">
    <w:abstractNumId w:val="52"/>
  </w:num>
  <w:num w:numId="82">
    <w:abstractNumId w:val="119"/>
  </w:num>
  <w:num w:numId="83">
    <w:abstractNumId w:val="21"/>
  </w:num>
  <w:num w:numId="84">
    <w:abstractNumId w:val="6"/>
  </w:num>
  <w:num w:numId="85">
    <w:abstractNumId w:val="54"/>
  </w:num>
  <w:num w:numId="86">
    <w:abstractNumId w:val="70"/>
  </w:num>
  <w:num w:numId="87">
    <w:abstractNumId w:val="14"/>
  </w:num>
  <w:num w:numId="88">
    <w:abstractNumId w:val="43"/>
  </w:num>
  <w:num w:numId="89">
    <w:abstractNumId w:val="23"/>
  </w:num>
  <w:num w:numId="90">
    <w:abstractNumId w:val="37"/>
  </w:num>
  <w:num w:numId="91">
    <w:abstractNumId w:val="74"/>
  </w:num>
  <w:num w:numId="92">
    <w:abstractNumId w:val="12"/>
  </w:num>
  <w:num w:numId="93">
    <w:abstractNumId w:val="50"/>
  </w:num>
  <w:num w:numId="94">
    <w:abstractNumId w:val="61"/>
  </w:num>
  <w:num w:numId="95">
    <w:abstractNumId w:val="49"/>
  </w:num>
  <w:num w:numId="96">
    <w:abstractNumId w:val="99"/>
  </w:num>
  <w:num w:numId="97">
    <w:abstractNumId w:val="42"/>
  </w:num>
  <w:num w:numId="98">
    <w:abstractNumId w:val="100"/>
  </w:num>
  <w:num w:numId="99">
    <w:abstractNumId w:val="83"/>
  </w:num>
  <w:num w:numId="100">
    <w:abstractNumId w:val="77"/>
  </w:num>
  <w:num w:numId="101">
    <w:abstractNumId w:val="46"/>
  </w:num>
  <w:num w:numId="102">
    <w:abstractNumId w:val="53"/>
  </w:num>
  <w:num w:numId="103">
    <w:abstractNumId w:val="80"/>
  </w:num>
  <w:num w:numId="104">
    <w:abstractNumId w:val="56"/>
  </w:num>
  <w:num w:numId="105">
    <w:abstractNumId w:val="48"/>
  </w:num>
  <w:num w:numId="106">
    <w:abstractNumId w:val="4"/>
  </w:num>
  <w:num w:numId="107">
    <w:abstractNumId w:val="97"/>
  </w:num>
  <w:num w:numId="108">
    <w:abstractNumId w:val="109"/>
  </w:num>
  <w:num w:numId="109">
    <w:abstractNumId w:val="87"/>
  </w:num>
  <w:num w:numId="110">
    <w:abstractNumId w:val="89"/>
  </w:num>
  <w:num w:numId="111">
    <w:abstractNumId w:val="66"/>
  </w:num>
  <w:num w:numId="112">
    <w:abstractNumId w:val="112"/>
  </w:num>
  <w:num w:numId="113">
    <w:abstractNumId w:val="114"/>
  </w:num>
  <w:num w:numId="11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90"/>
  </w:num>
  <w:num w:numId="117">
    <w:abstractNumId w:val="58"/>
  </w:num>
  <w:num w:numId="118">
    <w:abstractNumId w:val="32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3A95"/>
    <w:rsid w:val="00025C45"/>
    <w:rsid w:val="00027AFE"/>
    <w:rsid w:val="000301B3"/>
    <w:rsid w:val="0003265F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D25"/>
    <w:rsid w:val="000667A7"/>
    <w:rsid w:val="00071AF2"/>
    <w:rsid w:val="00074956"/>
    <w:rsid w:val="00080ECB"/>
    <w:rsid w:val="00081602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A658E"/>
    <w:rsid w:val="000B0537"/>
    <w:rsid w:val="000B2BAA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84C"/>
    <w:rsid w:val="001425F0"/>
    <w:rsid w:val="0014287C"/>
    <w:rsid w:val="00143BE0"/>
    <w:rsid w:val="00152AEE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9711B"/>
    <w:rsid w:val="001A312B"/>
    <w:rsid w:val="001A32FD"/>
    <w:rsid w:val="001A3BAD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6A7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96223"/>
    <w:rsid w:val="002A017C"/>
    <w:rsid w:val="002A12D9"/>
    <w:rsid w:val="002A2891"/>
    <w:rsid w:val="002A28E0"/>
    <w:rsid w:val="002A31CE"/>
    <w:rsid w:val="002B0A07"/>
    <w:rsid w:val="002B25BF"/>
    <w:rsid w:val="002B5B0E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358"/>
    <w:rsid w:val="00315D33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265A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231C"/>
    <w:rsid w:val="003F60C3"/>
    <w:rsid w:val="003F632F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59C6"/>
    <w:rsid w:val="005475C1"/>
    <w:rsid w:val="0054789E"/>
    <w:rsid w:val="00547C9A"/>
    <w:rsid w:val="0055362E"/>
    <w:rsid w:val="00556D5B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1C2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66A09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97ED1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44D58"/>
    <w:rsid w:val="00751B82"/>
    <w:rsid w:val="007560F6"/>
    <w:rsid w:val="007568FA"/>
    <w:rsid w:val="00757AE4"/>
    <w:rsid w:val="00762401"/>
    <w:rsid w:val="00764BBB"/>
    <w:rsid w:val="007660EA"/>
    <w:rsid w:val="00771C16"/>
    <w:rsid w:val="007723C3"/>
    <w:rsid w:val="00772C74"/>
    <w:rsid w:val="00773BCC"/>
    <w:rsid w:val="00774E52"/>
    <w:rsid w:val="0077632A"/>
    <w:rsid w:val="007773AA"/>
    <w:rsid w:val="0078105E"/>
    <w:rsid w:val="0078571D"/>
    <w:rsid w:val="007920AA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3A42"/>
    <w:rsid w:val="00867C4B"/>
    <w:rsid w:val="00874483"/>
    <w:rsid w:val="008779F0"/>
    <w:rsid w:val="0088126E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57BAB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3AB0"/>
    <w:rsid w:val="00A2504C"/>
    <w:rsid w:val="00A251DA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441A6"/>
    <w:rsid w:val="00A50041"/>
    <w:rsid w:val="00A57C86"/>
    <w:rsid w:val="00A635A7"/>
    <w:rsid w:val="00A63D80"/>
    <w:rsid w:val="00A64F8D"/>
    <w:rsid w:val="00A662D9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0873"/>
    <w:rsid w:val="00AB125B"/>
    <w:rsid w:val="00AB2BC3"/>
    <w:rsid w:val="00AB5357"/>
    <w:rsid w:val="00AB5442"/>
    <w:rsid w:val="00AB6B1C"/>
    <w:rsid w:val="00AB7E24"/>
    <w:rsid w:val="00AC19FB"/>
    <w:rsid w:val="00AC7F7B"/>
    <w:rsid w:val="00AD3FD3"/>
    <w:rsid w:val="00AD51AD"/>
    <w:rsid w:val="00AD737B"/>
    <w:rsid w:val="00AE701F"/>
    <w:rsid w:val="00AF56F0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31D09"/>
    <w:rsid w:val="00B3206D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92B86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5CF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5D7D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62E"/>
    <w:rsid w:val="00C50EBA"/>
    <w:rsid w:val="00C50F17"/>
    <w:rsid w:val="00C57823"/>
    <w:rsid w:val="00C61650"/>
    <w:rsid w:val="00C70502"/>
    <w:rsid w:val="00C725BF"/>
    <w:rsid w:val="00C77035"/>
    <w:rsid w:val="00C77BD7"/>
    <w:rsid w:val="00C80385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E25C1"/>
    <w:rsid w:val="00CE2C34"/>
    <w:rsid w:val="00CE2E05"/>
    <w:rsid w:val="00CE30F9"/>
    <w:rsid w:val="00CE372E"/>
    <w:rsid w:val="00CE3931"/>
    <w:rsid w:val="00CE6981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48A"/>
    <w:rsid w:val="00D339E4"/>
    <w:rsid w:val="00D33AB4"/>
    <w:rsid w:val="00D358CF"/>
    <w:rsid w:val="00D41F86"/>
    <w:rsid w:val="00D42700"/>
    <w:rsid w:val="00D50CB2"/>
    <w:rsid w:val="00D52553"/>
    <w:rsid w:val="00D53B47"/>
    <w:rsid w:val="00D54038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115F9"/>
    <w:rsid w:val="00E12001"/>
    <w:rsid w:val="00E1614A"/>
    <w:rsid w:val="00E16CE2"/>
    <w:rsid w:val="00E220B9"/>
    <w:rsid w:val="00E317B8"/>
    <w:rsid w:val="00E31864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687"/>
    <w:rsid w:val="00E84E0D"/>
    <w:rsid w:val="00E8743E"/>
    <w:rsid w:val="00E909A6"/>
    <w:rsid w:val="00E918C5"/>
    <w:rsid w:val="00E94B1D"/>
    <w:rsid w:val="00E95BCC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D6F2E"/>
    <w:rsid w:val="00EE0FE1"/>
    <w:rsid w:val="00EE31F3"/>
    <w:rsid w:val="00EE4B37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C7394"/>
    <w:rsid w:val="00FD2802"/>
    <w:rsid w:val="00FD4372"/>
    <w:rsid w:val="00FD5124"/>
    <w:rsid w:val="00FD6FE6"/>
    <w:rsid w:val="00FE097C"/>
    <w:rsid w:val="00FE19B2"/>
    <w:rsid w:val="00FE1AFC"/>
    <w:rsid w:val="00FE4F7C"/>
    <w:rsid w:val="00FF097E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0D0432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D50CB2"/>
    <w:pPr>
      <w:suppressAutoHyphens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4F7962FB-7726-4A84-A322-F06B7D85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71</TotalTime>
  <Pages>1</Pages>
  <Words>1024</Words>
  <Characters>6144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Musiał Paulina</cp:lastModifiedBy>
  <cp:revision>22</cp:revision>
  <cp:lastPrinted>2023-08-28T05:42:00Z</cp:lastPrinted>
  <dcterms:created xsi:type="dcterms:W3CDTF">2023-08-29T07:56:00Z</dcterms:created>
  <dcterms:modified xsi:type="dcterms:W3CDTF">2025-08-26T11:30:00Z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